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FDBAF" w14:textId="77777777" w:rsidR="00C26460" w:rsidRDefault="0072325C" w:rsidP="00C26460">
      <w:pPr>
        <w:spacing w:line="240" w:lineRule="auto"/>
        <w:jc w:val="right"/>
        <w:rPr>
          <w:rFonts w:ascii="Corbel" w:hAnsi="Corbel"/>
          <w:bCs/>
          <w:i/>
        </w:rPr>
      </w:pPr>
      <w:r w:rsidRPr="117651BE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26460">
        <w:rPr>
          <w:rFonts w:ascii="Corbel" w:hAnsi="Corbel"/>
          <w:bCs/>
          <w:i/>
        </w:rPr>
        <w:t>Załącznik nr 1.5 do Zarządzenia Rektora UR nr 7/2023</w:t>
      </w:r>
    </w:p>
    <w:p w14:paraId="7C0B8869" w14:textId="77777777" w:rsidR="00C26460" w:rsidRDefault="00C26460" w:rsidP="00C264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17D1B0E" w14:textId="0D2C373A" w:rsidR="00C26460" w:rsidRDefault="00C26460" w:rsidP="00C264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DC4161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DC4161">
        <w:rPr>
          <w:rFonts w:ascii="Corbel" w:hAnsi="Corbel"/>
          <w:b/>
          <w:smallCaps/>
          <w:sz w:val="24"/>
          <w:szCs w:val="24"/>
        </w:rPr>
        <w:t>8</w:t>
      </w:r>
    </w:p>
    <w:p w14:paraId="1783CC1E" w14:textId="77777777" w:rsidR="00C26460" w:rsidRDefault="00C26460" w:rsidP="00C2646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E22C8CE" w14:textId="3D4DA62A" w:rsidR="00C26460" w:rsidRPr="00EA4832" w:rsidRDefault="00C26460" w:rsidP="00C26460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DC4161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DC4161">
        <w:rPr>
          <w:rFonts w:ascii="Corbel" w:hAnsi="Corbel"/>
          <w:sz w:val="20"/>
          <w:szCs w:val="20"/>
        </w:rPr>
        <w:t>8</w:t>
      </w:r>
    </w:p>
    <w:p w14:paraId="6D1E5445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2278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2325C" w:rsidRPr="00422783" w14:paraId="2C30C81B" w14:textId="77777777" w:rsidTr="79CDA061">
        <w:tc>
          <w:tcPr>
            <w:tcW w:w="2694" w:type="dxa"/>
            <w:vAlign w:val="center"/>
          </w:tcPr>
          <w:p w14:paraId="3F93D4FA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5E42AE" w14:textId="77777777" w:rsidR="0072325C" w:rsidRPr="00422783" w:rsidRDefault="0072325C" w:rsidP="79CDA061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9CDA061">
              <w:rPr>
                <w:rFonts w:ascii="Corbel" w:hAnsi="Corbel"/>
                <w:bCs/>
                <w:sz w:val="24"/>
                <w:szCs w:val="24"/>
                <w:lang w:bidi="hi-IN"/>
              </w:rPr>
              <w:t>Międzynarodowe prawo lotnicze i kosmiczne</w:t>
            </w:r>
          </w:p>
        </w:tc>
      </w:tr>
      <w:tr w:rsidR="0072325C" w:rsidRPr="00422783" w14:paraId="213D831D" w14:textId="77777777" w:rsidTr="79CDA061">
        <w:tc>
          <w:tcPr>
            <w:tcW w:w="2694" w:type="dxa"/>
            <w:vAlign w:val="center"/>
          </w:tcPr>
          <w:p w14:paraId="667984CE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8BA3C" w14:textId="5898B1A8" w:rsidR="0072325C" w:rsidRPr="00422783" w:rsidRDefault="001D141A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</w:rPr>
              <w:t>MK_66</w:t>
            </w:r>
          </w:p>
        </w:tc>
      </w:tr>
      <w:tr w:rsidR="0072325C" w:rsidRPr="00422783" w14:paraId="0D9B28BA" w14:textId="77777777" w:rsidTr="79CDA061">
        <w:tc>
          <w:tcPr>
            <w:tcW w:w="2694" w:type="dxa"/>
            <w:vAlign w:val="center"/>
          </w:tcPr>
          <w:p w14:paraId="4FDBB7EA" w14:textId="77777777" w:rsidR="0072325C" w:rsidRPr="00422783" w:rsidRDefault="0072325C" w:rsidP="00F17EC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B2B77AE" w14:textId="03262FB0" w:rsidR="0072325C" w:rsidRPr="00422783" w:rsidRDefault="00DC4161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lang w:bidi="hi-IN"/>
              </w:rPr>
              <w:t>Wydział</w:t>
            </w:r>
            <w:r w:rsidR="0072325C"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 xml:space="preserve"> Nauk Społecznych</w:t>
            </w:r>
          </w:p>
        </w:tc>
      </w:tr>
      <w:tr w:rsidR="0072325C" w:rsidRPr="00422783" w14:paraId="0DE4FDAF" w14:textId="77777777" w:rsidTr="79CDA061">
        <w:tc>
          <w:tcPr>
            <w:tcW w:w="2694" w:type="dxa"/>
            <w:vAlign w:val="center"/>
          </w:tcPr>
          <w:p w14:paraId="14762B3C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65511A" w14:textId="72CE019A" w:rsidR="0072325C" w:rsidRPr="00422783" w:rsidRDefault="00DC4161" w:rsidP="79CDA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Wydział Prawa i Administracji</w:t>
            </w:r>
          </w:p>
        </w:tc>
      </w:tr>
      <w:tr w:rsidR="0072325C" w:rsidRPr="00422783" w14:paraId="0F0042E9" w14:textId="77777777" w:rsidTr="79CDA061">
        <w:tc>
          <w:tcPr>
            <w:tcW w:w="2694" w:type="dxa"/>
            <w:vAlign w:val="center"/>
          </w:tcPr>
          <w:p w14:paraId="24E4CEA2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D7EF32" w14:textId="78383FE4" w:rsidR="0072325C" w:rsidRPr="00422783" w:rsidRDefault="0042690E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72325C" w:rsidRPr="00422783" w14:paraId="393E9F16" w14:textId="77777777" w:rsidTr="79CDA061">
        <w:tc>
          <w:tcPr>
            <w:tcW w:w="2694" w:type="dxa"/>
            <w:vAlign w:val="center"/>
          </w:tcPr>
          <w:p w14:paraId="18138DEF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8C086" w14:textId="3EFCB579" w:rsidR="0072325C" w:rsidRPr="00422783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>Studia I stopnia</w:t>
            </w:r>
          </w:p>
        </w:tc>
      </w:tr>
      <w:tr w:rsidR="0072325C" w:rsidRPr="00422783" w14:paraId="58F5026D" w14:textId="77777777" w:rsidTr="79CDA061">
        <w:tc>
          <w:tcPr>
            <w:tcW w:w="2694" w:type="dxa"/>
            <w:vAlign w:val="center"/>
          </w:tcPr>
          <w:p w14:paraId="3269D0A1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758ED3" w14:textId="6966EB9E" w:rsidR="0072325C" w:rsidRPr="00422783" w:rsidRDefault="001D141A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>Ogólnoakademicki</w:t>
            </w:r>
          </w:p>
        </w:tc>
      </w:tr>
      <w:tr w:rsidR="0072325C" w:rsidRPr="00422783" w14:paraId="4D24836A" w14:textId="77777777" w:rsidTr="79CDA061">
        <w:tc>
          <w:tcPr>
            <w:tcW w:w="2694" w:type="dxa"/>
            <w:vAlign w:val="center"/>
          </w:tcPr>
          <w:p w14:paraId="4A6AFE44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A95B69" w14:textId="1A95576C" w:rsidR="0072325C" w:rsidRPr="00422783" w:rsidRDefault="00FB1260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72325C" w:rsidRPr="0042278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2325C" w:rsidRPr="00422783" w14:paraId="7EF0F9AE" w14:textId="77777777" w:rsidTr="79CDA061">
        <w:tc>
          <w:tcPr>
            <w:tcW w:w="2694" w:type="dxa"/>
            <w:vAlign w:val="center"/>
          </w:tcPr>
          <w:p w14:paraId="0CD26329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E32D3B6" w14:textId="4D43B970" w:rsidR="0072325C" w:rsidRPr="00422783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>I</w:t>
            </w:r>
            <w:r w:rsidR="004F6E55"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>II</w:t>
            </w:r>
            <w:r w:rsidR="00C645FC">
              <w:rPr>
                <w:rFonts w:ascii="Corbel" w:hAnsi="Corbel"/>
                <w:b w:val="0"/>
                <w:color w:val="auto"/>
                <w:sz w:val="24"/>
                <w:lang w:bidi="hi-IN"/>
              </w:rPr>
              <w:t xml:space="preserve"> /</w:t>
            </w:r>
            <w:r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 xml:space="preserve"> </w:t>
            </w:r>
            <w:r w:rsidR="004F6E55" w:rsidRPr="00422783">
              <w:rPr>
                <w:rFonts w:ascii="Corbel" w:hAnsi="Corbel"/>
                <w:b w:val="0"/>
                <w:color w:val="auto"/>
                <w:sz w:val="24"/>
                <w:lang w:bidi="hi-IN"/>
              </w:rPr>
              <w:t>VI</w:t>
            </w:r>
          </w:p>
        </w:tc>
      </w:tr>
      <w:tr w:rsidR="0072325C" w:rsidRPr="00422783" w14:paraId="1D127F9B" w14:textId="77777777" w:rsidTr="79CDA061">
        <w:tc>
          <w:tcPr>
            <w:tcW w:w="2694" w:type="dxa"/>
            <w:vAlign w:val="center"/>
          </w:tcPr>
          <w:p w14:paraId="7DA77F1E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4AC4B" w14:textId="77777777" w:rsidR="0072325C" w:rsidRPr="00422783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sz w:val="24"/>
                <w:lang w:bidi="hi-IN"/>
              </w:rPr>
              <w:t>Fakultatywny</w:t>
            </w:r>
          </w:p>
        </w:tc>
      </w:tr>
      <w:tr w:rsidR="0072325C" w:rsidRPr="00422783" w14:paraId="5413D64F" w14:textId="77777777" w:rsidTr="79CDA061">
        <w:tc>
          <w:tcPr>
            <w:tcW w:w="2694" w:type="dxa"/>
            <w:vAlign w:val="center"/>
          </w:tcPr>
          <w:p w14:paraId="69B62649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7BB94" w14:textId="77777777" w:rsidR="0072325C" w:rsidRPr="00422783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2325C" w:rsidRPr="00422783" w14:paraId="0B801D3D" w14:textId="77777777" w:rsidTr="79CDA061">
        <w:tc>
          <w:tcPr>
            <w:tcW w:w="2694" w:type="dxa"/>
            <w:vAlign w:val="center"/>
          </w:tcPr>
          <w:p w14:paraId="181181B9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AA54B2" w14:textId="64D8FC94" w:rsidR="0072325C" w:rsidRPr="00422783" w:rsidRDefault="7650CB36" w:rsidP="79CDA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9CDA06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d</w:t>
            </w:r>
            <w:r w:rsidR="0072325C" w:rsidRPr="79CDA061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 xml:space="preserve">r hab. Lidia Brodowski, prof. UR  </w:t>
            </w:r>
          </w:p>
        </w:tc>
      </w:tr>
      <w:tr w:rsidR="0072325C" w:rsidRPr="00422783" w14:paraId="7301F4B3" w14:textId="77777777" w:rsidTr="79CDA061">
        <w:tc>
          <w:tcPr>
            <w:tcW w:w="2694" w:type="dxa"/>
            <w:vAlign w:val="center"/>
          </w:tcPr>
          <w:p w14:paraId="4CEE6847" w14:textId="77777777" w:rsidR="0072325C" w:rsidRPr="00422783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2351B1" w14:textId="519360E3" w:rsidR="0072325C" w:rsidRPr="00422783" w:rsidRDefault="00485056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325C" w:rsidRPr="00422783">
              <w:rPr>
                <w:rFonts w:ascii="Corbel" w:hAnsi="Corbel"/>
                <w:b w:val="0"/>
                <w:sz w:val="24"/>
                <w:szCs w:val="24"/>
              </w:rPr>
              <w:t>r hab. Dagmara Kuźniar, prof. UR</w:t>
            </w:r>
          </w:p>
        </w:tc>
      </w:tr>
    </w:tbl>
    <w:p w14:paraId="2D156B8B" w14:textId="77777777" w:rsidR="0072325C" w:rsidRPr="00422783" w:rsidRDefault="0072325C" w:rsidP="007232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22783">
        <w:rPr>
          <w:rFonts w:ascii="Corbel" w:hAnsi="Corbel"/>
          <w:sz w:val="24"/>
          <w:szCs w:val="24"/>
        </w:rPr>
        <w:t xml:space="preserve">* </w:t>
      </w:r>
      <w:r w:rsidRPr="00422783">
        <w:rPr>
          <w:rFonts w:ascii="Corbel" w:hAnsi="Corbel"/>
          <w:i/>
          <w:sz w:val="24"/>
          <w:szCs w:val="24"/>
        </w:rPr>
        <w:t>-</w:t>
      </w:r>
      <w:r w:rsidRPr="00422783">
        <w:rPr>
          <w:rFonts w:ascii="Corbel" w:hAnsi="Corbel"/>
          <w:b w:val="0"/>
          <w:i/>
          <w:sz w:val="24"/>
          <w:szCs w:val="24"/>
        </w:rPr>
        <w:t>opcjonalni</w:t>
      </w:r>
      <w:r w:rsidRPr="00422783">
        <w:rPr>
          <w:rFonts w:ascii="Corbel" w:hAnsi="Corbel"/>
          <w:b w:val="0"/>
          <w:sz w:val="24"/>
          <w:szCs w:val="24"/>
        </w:rPr>
        <w:t>e,</w:t>
      </w:r>
      <w:r w:rsidRPr="00422783">
        <w:rPr>
          <w:rFonts w:ascii="Corbel" w:hAnsi="Corbel"/>
          <w:i/>
          <w:sz w:val="24"/>
          <w:szCs w:val="24"/>
        </w:rPr>
        <w:t xml:space="preserve"> </w:t>
      </w:r>
      <w:r w:rsidRPr="0042278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9CB785B" w14:textId="77777777" w:rsidR="0072325C" w:rsidRPr="00422783" w:rsidRDefault="0072325C" w:rsidP="007232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D5121F" w14:textId="77777777" w:rsidR="0072325C" w:rsidRPr="00422783" w:rsidRDefault="0072325C" w:rsidP="0072325C">
      <w:pPr>
        <w:pStyle w:val="Podpunkty"/>
        <w:ind w:left="284"/>
        <w:rPr>
          <w:rFonts w:ascii="Corbel" w:hAnsi="Corbel"/>
          <w:sz w:val="24"/>
          <w:szCs w:val="24"/>
        </w:rPr>
      </w:pPr>
      <w:r w:rsidRPr="0042278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253202" w14:textId="77777777" w:rsidR="0072325C" w:rsidRPr="00422783" w:rsidRDefault="0072325C" w:rsidP="007232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00"/>
        <w:gridCol w:w="695"/>
        <w:gridCol w:w="990"/>
        <w:gridCol w:w="780"/>
        <w:gridCol w:w="840"/>
        <w:gridCol w:w="626"/>
        <w:gridCol w:w="948"/>
        <w:gridCol w:w="1189"/>
        <w:gridCol w:w="1505"/>
      </w:tblGrid>
      <w:tr w:rsidR="0072325C" w:rsidRPr="00422783" w14:paraId="5007B242" w14:textId="77777777" w:rsidTr="117651BE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7595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Semestr</w:t>
            </w:r>
          </w:p>
          <w:p w14:paraId="4B379C89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1195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2783">
              <w:rPr>
                <w:rFonts w:ascii="Corbel" w:hAnsi="Corbel"/>
                <w:szCs w:val="24"/>
              </w:rPr>
              <w:t>Wykł</w:t>
            </w:r>
            <w:proofErr w:type="spellEnd"/>
            <w:r w:rsidRPr="004227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447D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548F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2783">
              <w:rPr>
                <w:rFonts w:ascii="Corbel" w:hAnsi="Corbel"/>
                <w:szCs w:val="24"/>
              </w:rPr>
              <w:t>Konw</w:t>
            </w:r>
            <w:proofErr w:type="spellEnd"/>
            <w:r w:rsidRPr="004227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FA8C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856E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2783">
              <w:rPr>
                <w:rFonts w:ascii="Corbel" w:hAnsi="Corbel"/>
                <w:szCs w:val="24"/>
              </w:rPr>
              <w:t>Sem</w:t>
            </w:r>
            <w:proofErr w:type="spellEnd"/>
            <w:r w:rsidRPr="004227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AC1E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EEF7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22783">
              <w:rPr>
                <w:rFonts w:ascii="Corbel" w:hAnsi="Corbel"/>
                <w:szCs w:val="24"/>
              </w:rPr>
              <w:t>Prakt</w:t>
            </w:r>
            <w:proofErr w:type="spellEnd"/>
            <w:r w:rsidRPr="004227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3B12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227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E401" w14:textId="77777777" w:rsidR="0072325C" w:rsidRPr="00422783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2278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2325C" w:rsidRPr="00422783" w14:paraId="74BBC9EC" w14:textId="77777777" w:rsidTr="117651BE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7B25" w14:textId="380F9083" w:rsidR="0072325C" w:rsidRPr="00422783" w:rsidRDefault="002B7284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2D3C" w14:textId="7877ABF4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14C4" w14:textId="735D486A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5EFE" w14:textId="7211AA62" w:rsidR="0072325C" w:rsidRPr="00422783" w:rsidRDefault="00FB1260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3488" w14:textId="77777777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FB5B" w14:textId="77777777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A381" w14:textId="77777777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76B6" w14:textId="77777777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FEDB" w14:textId="77777777" w:rsidR="0072325C" w:rsidRPr="00422783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F01F" w14:textId="0D43EEAB" w:rsidR="0072325C" w:rsidRPr="00422783" w:rsidRDefault="005B7562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1C7C92" w14:textId="77777777" w:rsidR="0072325C" w:rsidRPr="00422783" w:rsidRDefault="0072325C" w:rsidP="007232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E3D737" w14:textId="77777777" w:rsidR="0072325C" w:rsidRPr="00422783" w:rsidRDefault="0072325C" w:rsidP="007232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17651BE">
        <w:rPr>
          <w:rFonts w:ascii="Corbel" w:hAnsi="Corbel"/>
          <w:smallCaps w:val="0"/>
        </w:rPr>
        <w:t>1.2.</w:t>
      </w:r>
      <w:r>
        <w:tab/>
      </w:r>
      <w:r w:rsidRPr="117651BE">
        <w:rPr>
          <w:rFonts w:ascii="Corbel" w:hAnsi="Corbel"/>
          <w:smallCaps w:val="0"/>
        </w:rPr>
        <w:t xml:space="preserve">Sposób realizacji zajęć  </w:t>
      </w:r>
    </w:p>
    <w:p w14:paraId="2F06B0DA" w14:textId="4889091C" w:rsidR="117651BE" w:rsidRDefault="117651BE" w:rsidP="117651B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0CC41B4C" w14:textId="77777777" w:rsidR="0072325C" w:rsidRPr="00422783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2783"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5A57DC91" w14:textId="77777777" w:rsidR="0072325C" w:rsidRPr="00422783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22783">
        <w:rPr>
          <w:rFonts w:ascii="Corbel" w:eastAsia="MS Gothic" w:hAnsi="Corbel"/>
          <w:b w:val="0"/>
          <w:szCs w:val="24"/>
        </w:rPr>
        <w:t>X</w:t>
      </w:r>
      <w:r w:rsidRPr="0042278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B59C16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31EA09" w14:textId="77777777" w:rsidR="0072325C" w:rsidRPr="00422783" w:rsidRDefault="0072325C" w:rsidP="007232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22783">
        <w:rPr>
          <w:rFonts w:ascii="Corbel" w:hAnsi="Corbel"/>
          <w:smallCaps w:val="0"/>
          <w:szCs w:val="24"/>
        </w:rPr>
        <w:t xml:space="preserve">1.3 </w:t>
      </w:r>
      <w:r w:rsidRPr="00422783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4227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A4E889" w14:textId="1265F343" w:rsidR="0072325C" w:rsidRPr="00422783" w:rsidRDefault="0072325C" w:rsidP="0072325C">
      <w:pPr>
        <w:spacing w:after="0" w:line="240" w:lineRule="auto"/>
        <w:ind w:firstLine="708"/>
        <w:jc w:val="both"/>
        <w:rPr>
          <w:rFonts w:ascii="Corbel" w:eastAsia="Cambria" w:hAnsi="Corbel"/>
          <w:sz w:val="24"/>
        </w:rPr>
      </w:pPr>
      <w:r w:rsidRPr="00422783">
        <w:rPr>
          <w:rFonts w:ascii="Corbel" w:eastAsia="Cambria" w:hAnsi="Corbel"/>
          <w:sz w:val="24"/>
        </w:rPr>
        <w:t>– zaliczenie z oceną</w:t>
      </w:r>
    </w:p>
    <w:p w14:paraId="7215AD2E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A1BCB7" w14:textId="77777777" w:rsidR="0072325C" w:rsidRPr="00422783" w:rsidRDefault="0072325C" w:rsidP="117651BE">
      <w:pPr>
        <w:pStyle w:val="Punktygwne"/>
        <w:spacing w:before="0" w:after="0"/>
        <w:rPr>
          <w:rFonts w:ascii="Corbel" w:hAnsi="Corbel"/>
        </w:rPr>
      </w:pPr>
      <w:r w:rsidRPr="117651BE">
        <w:rPr>
          <w:rFonts w:ascii="Corbel" w:hAnsi="Corbel"/>
        </w:rPr>
        <w:t xml:space="preserve">2.Wymagania wstępne </w:t>
      </w:r>
    </w:p>
    <w:p w14:paraId="18D6E71A" w14:textId="4BF1908F" w:rsidR="117651BE" w:rsidRDefault="117651BE" w:rsidP="117651BE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325C" w:rsidRPr="00422783" w14:paraId="77485B09" w14:textId="77777777" w:rsidTr="00F17EC9">
        <w:tc>
          <w:tcPr>
            <w:tcW w:w="9670" w:type="dxa"/>
          </w:tcPr>
          <w:p w14:paraId="431427D1" w14:textId="546E8982" w:rsidR="0072325C" w:rsidRPr="00422783" w:rsidRDefault="0072325C" w:rsidP="00457EA7">
            <w:pPr>
              <w:pStyle w:val="Podpunkty"/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Znajomość podstaw z zakresu prawa międzynarodowego publicznego</w:t>
            </w:r>
            <w:r w:rsidR="00BD6852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.</w:t>
            </w:r>
          </w:p>
        </w:tc>
      </w:tr>
    </w:tbl>
    <w:p w14:paraId="64528C4A" w14:textId="77777777" w:rsidR="00457EA7" w:rsidRPr="00422783" w:rsidRDefault="00457EA7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0CB84897" w14:textId="61B4AAA2" w:rsidR="117651BE" w:rsidRDefault="117651BE" w:rsidP="117651BE">
      <w:pPr>
        <w:pStyle w:val="Punktygwne"/>
        <w:spacing w:before="0" w:after="0"/>
        <w:rPr>
          <w:rFonts w:ascii="Corbel" w:hAnsi="Corbel"/>
        </w:rPr>
      </w:pPr>
    </w:p>
    <w:p w14:paraId="0550C0C0" w14:textId="283B7D13" w:rsidR="0072325C" w:rsidRPr="00422783" w:rsidRDefault="0072325C" w:rsidP="117651BE">
      <w:pPr>
        <w:pStyle w:val="Punktygwne"/>
        <w:spacing w:before="0" w:after="0"/>
        <w:rPr>
          <w:rFonts w:ascii="Corbel" w:hAnsi="Corbel"/>
        </w:rPr>
      </w:pPr>
      <w:r w:rsidRPr="117651BE">
        <w:rPr>
          <w:rFonts w:ascii="Corbel" w:hAnsi="Corbel"/>
        </w:rPr>
        <w:t>3. cele, efekty uczenia się, treści Programowe i stosowane metody Dydaktyczne</w:t>
      </w:r>
    </w:p>
    <w:p w14:paraId="05FF3243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2A37E3C5" w14:textId="77777777" w:rsidR="0072325C" w:rsidRPr="00422783" w:rsidRDefault="0072325C" w:rsidP="0072325C">
      <w:pPr>
        <w:pStyle w:val="Podpunkty"/>
        <w:rPr>
          <w:rFonts w:ascii="Corbel" w:hAnsi="Corbel"/>
          <w:sz w:val="24"/>
          <w:szCs w:val="24"/>
        </w:rPr>
      </w:pPr>
      <w:r w:rsidRPr="00422783">
        <w:rPr>
          <w:rFonts w:ascii="Corbel" w:hAnsi="Corbel"/>
          <w:sz w:val="24"/>
          <w:szCs w:val="24"/>
        </w:rPr>
        <w:t>3.1 Cele przedmiotu</w:t>
      </w:r>
    </w:p>
    <w:p w14:paraId="3D29D595" w14:textId="77777777" w:rsidR="0072325C" w:rsidRPr="00422783" w:rsidRDefault="0072325C" w:rsidP="007232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45"/>
        <w:gridCol w:w="8579"/>
      </w:tblGrid>
      <w:tr w:rsidR="0072325C" w:rsidRPr="00422783" w14:paraId="2AF03967" w14:textId="77777777" w:rsidTr="356B8823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8F386E1" w14:textId="77777777" w:rsidR="0072325C" w:rsidRPr="00422783" w:rsidRDefault="0072325C" w:rsidP="117651BE">
            <w:pPr>
              <w:pStyle w:val="Podpunkty"/>
              <w:spacing w:before="40" w:after="40" w:line="256" w:lineRule="auto"/>
              <w:ind w:left="90"/>
              <w:jc w:val="left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C1 </w:t>
            </w:r>
          </w:p>
        </w:tc>
        <w:tc>
          <w:tcPr>
            <w:tcW w:w="8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8A1FBD" w14:textId="15F4973D" w:rsidR="0072325C" w:rsidRPr="00422783" w:rsidRDefault="0072325C" w:rsidP="117651BE">
            <w:pPr>
              <w:pStyle w:val="Podpunkty"/>
              <w:spacing w:before="40" w:after="40" w:line="256" w:lineRule="auto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zapoznanie z podstawowymi pojęciami i problematyką międzynarodowego prawa lotniczego i kosmicznego </w:t>
            </w:r>
          </w:p>
        </w:tc>
      </w:tr>
      <w:tr w:rsidR="0072325C" w:rsidRPr="00422783" w14:paraId="1EFA72E4" w14:textId="77777777" w:rsidTr="356B8823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5CD6F08B" w14:textId="77777777" w:rsidR="0072325C" w:rsidRPr="00422783" w:rsidRDefault="0072325C" w:rsidP="117651BE">
            <w:pPr>
              <w:pStyle w:val="Cele"/>
              <w:spacing w:before="40" w:after="40" w:line="256" w:lineRule="auto"/>
              <w:ind w:left="90" w:firstLine="0"/>
              <w:jc w:val="left"/>
              <w:rPr>
                <w:rFonts w:ascii="Corbel" w:hAnsi="Corbel"/>
                <w:sz w:val="24"/>
                <w:szCs w:val="24"/>
                <w:lang w:bidi="hi-IN"/>
              </w:rPr>
            </w:pPr>
            <w:r w:rsidRPr="117651BE">
              <w:rPr>
                <w:rFonts w:ascii="Corbel" w:hAnsi="Corbel"/>
                <w:sz w:val="24"/>
                <w:szCs w:val="24"/>
                <w:lang w:bidi="hi-IN"/>
              </w:rPr>
              <w:t xml:space="preserve"> C2</w:t>
            </w:r>
          </w:p>
        </w:tc>
        <w:tc>
          <w:tcPr>
            <w:tcW w:w="8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D6FED1" w14:textId="7D88DBF5" w:rsidR="0072325C" w:rsidRPr="00422783" w:rsidRDefault="0072325C" w:rsidP="117651BE">
            <w:pPr>
              <w:pStyle w:val="Podpunkty"/>
              <w:spacing w:before="40" w:after="40" w:line="256" w:lineRule="auto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przedstawienie i wyjaśnienie roli międzynarodowego prawa lotniczego i</w:t>
            </w:r>
            <w:r w:rsidR="23684BC5"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kosmicznego we współczesnym świecie</w:t>
            </w:r>
          </w:p>
        </w:tc>
      </w:tr>
      <w:tr w:rsidR="0072325C" w:rsidRPr="00422783" w14:paraId="0C7DAA40" w14:textId="77777777" w:rsidTr="356B8823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9165BF0" w14:textId="77777777" w:rsidR="0072325C" w:rsidRPr="00422783" w:rsidRDefault="0072325C" w:rsidP="117651BE">
            <w:pPr>
              <w:pStyle w:val="Podpunkty"/>
              <w:spacing w:before="40" w:after="40" w:line="256" w:lineRule="auto"/>
              <w:ind w:left="90"/>
              <w:jc w:val="left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C3</w:t>
            </w:r>
          </w:p>
        </w:tc>
        <w:tc>
          <w:tcPr>
            <w:tcW w:w="8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F74778" w14:textId="04025FE5" w:rsidR="0072325C" w:rsidRPr="00422783" w:rsidRDefault="0072325C" w:rsidP="117651BE">
            <w:pPr>
              <w:pStyle w:val="Podpunkty"/>
              <w:spacing w:before="40" w:after="40" w:line="256" w:lineRule="auto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przedstawienie roli państw i organizacji międzynarodowych oraz umów międzynarodowych i innych dokumentów międzynarodowych w</w:t>
            </w:r>
            <w:r w:rsidR="39F83D5B"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międzynarodowym prawie lotniczym i</w:t>
            </w:r>
            <w:r w:rsidR="62FFAFC5"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kosmicznym oraz zasad odpowiedzialności za ich niedotrzymanie</w:t>
            </w:r>
          </w:p>
        </w:tc>
      </w:tr>
      <w:tr w:rsidR="0072325C" w:rsidRPr="00422783" w14:paraId="59822054" w14:textId="77777777" w:rsidTr="356B8823"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4BF9230E" w14:textId="77777777" w:rsidR="0072325C" w:rsidRPr="00422783" w:rsidRDefault="0072325C" w:rsidP="117651BE">
            <w:pPr>
              <w:pStyle w:val="Podpunkty"/>
              <w:spacing w:before="40" w:after="40" w:line="256" w:lineRule="auto"/>
              <w:ind w:left="90"/>
              <w:jc w:val="left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C4</w:t>
            </w:r>
          </w:p>
        </w:tc>
        <w:tc>
          <w:tcPr>
            <w:tcW w:w="8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2A6B4" w14:textId="77777777" w:rsidR="0072325C" w:rsidRPr="00422783" w:rsidRDefault="0072325C" w:rsidP="117651BE">
            <w:pPr>
              <w:pStyle w:val="Podpunkty"/>
              <w:spacing w:before="40" w:after="40" w:line="256" w:lineRule="auto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17651BE">
              <w:rPr>
                <w:rFonts w:ascii="Corbel" w:hAnsi="Corbel"/>
                <w:b w:val="0"/>
                <w:sz w:val="24"/>
                <w:szCs w:val="24"/>
              </w:rPr>
              <w:t>zrozumienie mechanizmów rządzących procesem prawotwórczym, prognozowanie jego dalszego przebieg oraz ocenianie praktyki państw w obszarze międzynarodowego prawa lotniczego i kosmicznego</w:t>
            </w:r>
          </w:p>
        </w:tc>
      </w:tr>
    </w:tbl>
    <w:p w14:paraId="701F27A8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413C82" w14:textId="77777777" w:rsidR="0072325C" w:rsidRPr="00422783" w:rsidRDefault="0072325C" w:rsidP="007232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22783">
        <w:rPr>
          <w:rFonts w:ascii="Corbel" w:hAnsi="Corbel"/>
          <w:b/>
          <w:sz w:val="24"/>
          <w:szCs w:val="24"/>
        </w:rPr>
        <w:t>3.2 Efekty uczenia się dla przedmiotu</w:t>
      </w:r>
      <w:r w:rsidRPr="00422783">
        <w:rPr>
          <w:rFonts w:ascii="Corbel" w:hAnsi="Corbel"/>
          <w:sz w:val="24"/>
          <w:szCs w:val="24"/>
        </w:rPr>
        <w:t xml:space="preserve"> </w:t>
      </w: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72325C" w:rsidRPr="00422783" w14:paraId="6F8F28BD" w14:textId="77777777" w:rsidTr="117651BE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3FBB3765" w14:textId="7F0FDA6D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117651BE">
              <w:rPr>
                <w:rFonts w:ascii="Corbel" w:hAnsi="Corbel"/>
                <w:sz w:val="22"/>
                <w:lang w:bidi="hi-IN"/>
              </w:rPr>
              <w:t>EK</w:t>
            </w:r>
            <w:r w:rsidRPr="117651BE">
              <w:rPr>
                <w:rFonts w:ascii="Corbel" w:hAnsi="Corbel"/>
                <w:b w:val="0"/>
                <w:sz w:val="22"/>
                <w:lang w:bidi="hi-IN"/>
              </w:rPr>
              <w:t xml:space="preserve"> (efekt uczenia się)</w:t>
            </w:r>
          </w:p>
          <w:p w14:paraId="0C48F463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5D43382" w14:textId="3F714E24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422783">
              <w:rPr>
                <w:rFonts w:ascii="Corbel" w:hAnsi="Corbel"/>
                <w:b w:val="0"/>
                <w:sz w:val="22"/>
                <w:lang w:bidi="hi-IN"/>
              </w:rPr>
              <w:t xml:space="preserve">Treść efektu uczenia się zdefiniowanego dla przedmiotu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8EF40" w14:textId="69708B4B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  <w:lang w:bidi="hi-IN"/>
              </w:rPr>
            </w:pPr>
            <w:r w:rsidRPr="00422783">
              <w:rPr>
                <w:rFonts w:ascii="Corbel" w:hAnsi="Corbel"/>
                <w:b w:val="0"/>
                <w:sz w:val="22"/>
                <w:lang w:bidi="hi-IN"/>
              </w:rPr>
              <w:t>Odniesienie do efektów  kierunkowych</w:t>
            </w:r>
          </w:p>
        </w:tc>
      </w:tr>
      <w:tr w:rsidR="0072325C" w:rsidRPr="00422783" w14:paraId="0A037EB0" w14:textId="77777777" w:rsidTr="117651BE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21AC73B" w14:textId="1DF8BFE1" w:rsidR="0072325C" w:rsidRPr="00422783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85A03EB" w14:textId="656E6B4D" w:rsidR="0072325C" w:rsidRPr="00422783" w:rsidRDefault="00094B2C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z</w:t>
            </w:r>
            <w:r w:rsidR="00395939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na i rozumie </w:t>
            </w:r>
            <w:r w:rsidR="00937DB1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regulacje </w:t>
            </w:r>
            <w:r w:rsidR="00871994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m</w:t>
            </w:r>
            <w:r w:rsidR="0072325C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iędzynarodowego prawa lotniczego i kosmicznego</w:t>
            </w:r>
            <w:r w:rsidR="00185F85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oraz ich praktyczne zastosowanie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50DE8" w14:textId="12E0B4F3" w:rsidR="0072325C" w:rsidRPr="00422783" w:rsidRDefault="0072325C" w:rsidP="117651BE">
            <w:pPr>
              <w:rPr>
                <w:lang w:bidi="hi-IN"/>
              </w:rPr>
            </w:pPr>
            <w:r>
              <w:t>K_W</w:t>
            </w:r>
            <w:r w:rsidR="0E8DBFFC">
              <w:t>0</w:t>
            </w:r>
            <w:r w:rsidR="135FF393">
              <w:t>4</w:t>
            </w:r>
          </w:p>
        </w:tc>
      </w:tr>
      <w:tr w:rsidR="0072325C" w:rsidRPr="00422783" w14:paraId="2F846B0A" w14:textId="77777777" w:rsidTr="117651BE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31FCDB9" w14:textId="6AE5E54A" w:rsidR="0072325C" w:rsidRPr="00422783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6241D5B" w14:textId="70F7F35D" w:rsidR="0072325C" w:rsidRPr="00422783" w:rsidRDefault="00DA31E3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zna i rozumie znaczenie międzynarodowego prawa lotniczego i kosmicznego, jego teoretyczne podstawy oraz polityczne uwarunkowania dynamiki ich zmian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6FC29" w14:textId="14C56C6C" w:rsidR="0072325C" w:rsidRPr="00422783" w:rsidRDefault="0072325C" w:rsidP="117651BE">
            <w:pPr>
              <w:rPr>
                <w:lang w:bidi="hi-IN"/>
              </w:rPr>
            </w:pPr>
            <w:r>
              <w:t>K_W</w:t>
            </w:r>
            <w:r w:rsidR="56F10209">
              <w:t>0</w:t>
            </w:r>
            <w:r w:rsidR="60EDED2E">
              <w:t>5</w:t>
            </w:r>
          </w:p>
        </w:tc>
      </w:tr>
      <w:tr w:rsidR="0072325C" w:rsidRPr="00422783" w14:paraId="1D05288F" w14:textId="77777777" w:rsidTr="117651BE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060B36AD" w14:textId="109A3DD3" w:rsidR="0072325C" w:rsidRPr="00422783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73D4EBB" w14:textId="0BB516AA" w:rsidR="0072325C" w:rsidRPr="00422783" w:rsidRDefault="32E8730C" w:rsidP="117651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potrafi </w:t>
            </w:r>
            <w:r w:rsidR="0E2A7B4C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interpretować zachodzące zjawiska w świetle obowiązującego stanu prawnego</w:t>
            </w:r>
            <w:r w:rsidR="1958CD81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oraz dokonać wielowymiarowej analizy </w:t>
            </w:r>
            <w:r w:rsidR="0F2565A3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zagrożeń </w:t>
            </w:r>
            <w:r w:rsidR="693A7AE7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militarnych, gospodarczych i politycznych </w:t>
            </w:r>
            <w:r w:rsidR="564BD710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związanych z</w:t>
            </w:r>
            <w:r w:rsidR="07E04173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564BD710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ewentualnym </w:t>
            </w:r>
            <w:r w:rsidR="3DF94696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nieprzestrzegani</w:t>
            </w:r>
            <w:r w:rsidR="021EC80A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em przez państwa</w:t>
            </w:r>
            <w:r w:rsidR="693A7AE7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1958CD81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regulacji międzynarodowego prawa lotniczego i</w:t>
            </w:r>
            <w:r w:rsidR="0E4B6E04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1958CD81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kosmicznego</w:t>
            </w:r>
            <w:r w:rsidR="0E22930B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024B81" w14:textId="55E7ADB1" w:rsidR="0072325C" w:rsidRPr="00422783" w:rsidRDefault="0072325C" w:rsidP="117651BE">
            <w:pPr>
              <w:rPr>
                <w:lang w:bidi="hi-IN"/>
              </w:rPr>
            </w:pPr>
            <w:r>
              <w:t>K_</w:t>
            </w:r>
            <w:r w:rsidR="39B84404">
              <w:t>U</w:t>
            </w:r>
            <w:r w:rsidR="73BE204B">
              <w:t>0</w:t>
            </w:r>
            <w:r w:rsidR="39B84404">
              <w:t>1</w:t>
            </w:r>
          </w:p>
          <w:p w14:paraId="73263D28" w14:textId="73C2357C" w:rsidR="0072325C" w:rsidRPr="00422783" w:rsidRDefault="0072325C" w:rsidP="117651BE"/>
        </w:tc>
      </w:tr>
      <w:tr w:rsidR="0072325C" w:rsidRPr="00422783" w14:paraId="298844B9" w14:textId="77777777" w:rsidTr="117651BE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9F1C7B2" w14:textId="08427789" w:rsidR="0072325C" w:rsidRPr="00422783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B86D805" w14:textId="7DD3F7C5" w:rsidR="0072325C" w:rsidRPr="00422783" w:rsidRDefault="3A831423" w:rsidP="117651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potrafi ocenić stan faktyczny w świetle odpowiednich regulacji międzynarodowego prawa lotniczego i</w:t>
            </w:r>
            <w:r w:rsidR="17D440CF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kosmicznego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1A2848" w14:textId="6C3CCF0E" w:rsidR="0072325C" w:rsidRPr="00422783" w:rsidRDefault="0072325C" w:rsidP="117651BE">
            <w:pPr>
              <w:rPr>
                <w:lang w:bidi="hi-IN"/>
              </w:rPr>
            </w:pPr>
            <w:r>
              <w:t>K_</w:t>
            </w:r>
            <w:r w:rsidR="328BDF32">
              <w:t>U</w:t>
            </w:r>
            <w:r w:rsidR="6EFD0B5C">
              <w:t>0</w:t>
            </w:r>
            <w:r w:rsidR="328BDF32">
              <w:t>2</w:t>
            </w:r>
          </w:p>
        </w:tc>
      </w:tr>
      <w:tr w:rsidR="0072325C" w:rsidRPr="00422783" w14:paraId="5183EA85" w14:textId="77777777" w:rsidTr="117651BE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BC13CB4" w14:textId="78F078DD" w:rsidR="0072325C" w:rsidRPr="00422783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84B5B" w:rsidRPr="0042278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F42BAE0" w14:textId="60C6212C" w:rsidR="0072325C" w:rsidRPr="00422783" w:rsidRDefault="003E1AB5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p</w:t>
            </w:r>
            <w:r w:rsidR="008241DA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otrafi dokonać analizy </w:t>
            </w:r>
            <w:r w:rsidR="0075266B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konkretnych zjawisk </w:t>
            </w: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i ich skutków </w:t>
            </w:r>
            <w:r w:rsidR="009B7942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w sferze stosunków międzynarodowych</w:t>
            </w:r>
            <w:r w:rsidR="00371848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na tle obowiązujących regulacji międzynarodowego prawa lotniczego i kosmicznego</w:t>
            </w:r>
            <w:r w:rsidR="00606B33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</w:t>
            </w:r>
            <w:r w:rsidR="004A78A3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oraz </w:t>
            </w:r>
            <w:r w:rsidR="00BB7671"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>prognozować rozwój sytuacji międzynarodowej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5C2ED" w14:textId="7B83D5C9" w:rsidR="0072325C" w:rsidRPr="00422783" w:rsidRDefault="0072325C" w:rsidP="117651BE">
            <w:pPr>
              <w:rPr>
                <w:lang w:bidi="hi-IN"/>
              </w:rPr>
            </w:pPr>
            <w:r>
              <w:t>K_U</w:t>
            </w:r>
            <w:r w:rsidR="25485C45">
              <w:t>0</w:t>
            </w:r>
            <w:r w:rsidR="7991EB4A">
              <w:t>3</w:t>
            </w:r>
            <w:r>
              <w:br/>
            </w:r>
          </w:p>
        </w:tc>
      </w:tr>
      <w:tr w:rsidR="0072325C" w:rsidRPr="00422783" w14:paraId="1AA9CD26" w14:textId="77777777" w:rsidTr="117651BE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CC8C3C9" w14:textId="3C59BC08" w:rsidR="0072325C" w:rsidRPr="00422783" w:rsidRDefault="00684B5B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D0BDD32" w14:textId="702FD6A8" w:rsidR="0072325C" w:rsidRPr="00422783" w:rsidRDefault="63BE50BC" w:rsidP="117651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potrafi krytycznie odnieść się do działań państw </w:t>
            </w:r>
            <w:r w:rsidR="2DD44D29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="18EF8403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2DD44D29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zgłaszanych propozycji rozwiązań</w:t>
            </w:r>
            <w:r w:rsidR="38F761F2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spornych, </w:t>
            </w:r>
            <w:r w:rsidR="53CB4FA9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bądź nieuregulowanych kwestii</w:t>
            </w:r>
            <w:r w:rsidR="18C4F065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, zwracając uwagę na konsekwe</w:t>
            </w:r>
            <w:r w:rsidR="53CB4FA9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n</w:t>
            </w:r>
            <w:r w:rsidR="18C4F065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cje pol</w:t>
            </w:r>
            <w:r w:rsidR="53CB4FA9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="18C4F065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tyczne i gospodarcze </w:t>
            </w:r>
            <w:r w:rsidR="10DD4B58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braku </w:t>
            </w:r>
            <w:r w:rsidR="60C6EDB5" w:rsidRPr="117651BE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odpowiednich regulacji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1A593" w14:textId="553BBC68" w:rsidR="0072325C" w:rsidRPr="00422783" w:rsidRDefault="0072325C" w:rsidP="117651BE">
            <w:pPr>
              <w:rPr>
                <w:lang w:bidi="hi-IN"/>
              </w:rPr>
            </w:pPr>
            <w:r>
              <w:t>K_U</w:t>
            </w:r>
            <w:r w:rsidR="22F9F7E7">
              <w:t>0</w:t>
            </w:r>
            <w:r w:rsidR="7C7745DD">
              <w:t>4</w:t>
            </w:r>
          </w:p>
        </w:tc>
      </w:tr>
    </w:tbl>
    <w:p w14:paraId="53D40C8A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8F1EFF7" w14:textId="77777777" w:rsidR="0072325C" w:rsidRPr="00422783" w:rsidRDefault="0072325C" w:rsidP="007232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48F8470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D88EE2" w14:textId="77777777" w:rsidR="0072325C" w:rsidRPr="00422783" w:rsidRDefault="0072325C" w:rsidP="007232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22783">
        <w:rPr>
          <w:rFonts w:ascii="Corbel" w:hAnsi="Corbel"/>
          <w:b/>
          <w:sz w:val="24"/>
          <w:szCs w:val="24"/>
        </w:rPr>
        <w:t xml:space="preserve">3.3 Treści programowe </w:t>
      </w:r>
      <w:r w:rsidRPr="00422783">
        <w:rPr>
          <w:rFonts w:ascii="Corbel" w:hAnsi="Corbel"/>
          <w:sz w:val="24"/>
          <w:szCs w:val="24"/>
        </w:rPr>
        <w:t xml:space="preserve">  </w:t>
      </w:r>
    </w:p>
    <w:p w14:paraId="1EEE57E9" w14:textId="1028C3CC" w:rsidR="0072325C" w:rsidRPr="00422783" w:rsidRDefault="0072325C" w:rsidP="001D141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422783">
        <w:rPr>
          <w:rFonts w:ascii="Corbel" w:hAnsi="Corbel"/>
          <w:sz w:val="24"/>
          <w:szCs w:val="24"/>
        </w:rPr>
        <w:lastRenderedPageBreak/>
        <w:t xml:space="preserve">Problematyka </w:t>
      </w:r>
      <w:r w:rsidR="001D141A" w:rsidRPr="00422783">
        <w:rPr>
          <w:rFonts w:ascii="Corbel" w:hAnsi="Corbel"/>
          <w:sz w:val="24"/>
          <w:szCs w:val="24"/>
        </w:rPr>
        <w:t>ćwiczeń</w:t>
      </w:r>
      <w:r w:rsidRPr="00422783">
        <w:rPr>
          <w:rFonts w:ascii="Corbel" w:hAnsi="Corbel"/>
          <w:sz w:val="24"/>
          <w:szCs w:val="24"/>
        </w:rPr>
        <w:t xml:space="preserve"> 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1D141A" w:rsidRPr="00422783" w14:paraId="5E01B446" w14:textId="77777777" w:rsidTr="117651BE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AF3706" w14:textId="77777777" w:rsidR="001D141A" w:rsidRPr="00422783" w:rsidRDefault="001D141A" w:rsidP="00F17EC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422783">
              <w:rPr>
                <w:rFonts w:ascii="Corbel" w:hAnsi="Corbel"/>
                <w:sz w:val="24"/>
                <w:lang w:bidi="hi-IN"/>
              </w:rPr>
              <w:t>Treści merytoryczne</w:t>
            </w:r>
          </w:p>
        </w:tc>
      </w:tr>
      <w:tr w:rsidR="001D141A" w:rsidRPr="00422783" w14:paraId="672BFC66" w14:textId="77777777" w:rsidTr="117651BE">
        <w:trPr>
          <w:trHeight w:val="585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6DCB88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bCs/>
                <w:sz w:val="24"/>
                <w:szCs w:val="24"/>
              </w:rPr>
            </w:pPr>
            <w:r w:rsidRPr="00422783">
              <w:rPr>
                <w:rFonts w:ascii="Corbel" w:hAnsi="Corbel"/>
                <w:bCs/>
                <w:sz w:val="24"/>
                <w:szCs w:val="24"/>
              </w:rPr>
              <w:t>I. Przestrzeń powietrzna a przestrzeń kosmiczna – wprowadzenie</w:t>
            </w:r>
          </w:p>
          <w:p w14:paraId="4925DBAD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bCs/>
                <w:sz w:val="24"/>
                <w:szCs w:val="24"/>
              </w:rPr>
              <w:t>1. Z</w:t>
            </w: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naczenie pojęć</w:t>
            </w:r>
          </w:p>
          <w:p w14:paraId="4C694953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2. Problem delimitacji i zakresu zwierzchnictwa państwa</w:t>
            </w:r>
          </w:p>
        </w:tc>
      </w:tr>
      <w:tr w:rsidR="001D141A" w:rsidRPr="00422783" w14:paraId="56816EC6" w14:textId="77777777" w:rsidTr="117651BE">
        <w:trPr>
          <w:trHeight w:val="405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7EB318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II. Międzynarodowe prawo lotnicze </w:t>
            </w:r>
          </w:p>
          <w:p w14:paraId="20A951A0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1.   Pojęcie i źródła</w:t>
            </w:r>
          </w:p>
          <w:p w14:paraId="1AAD198E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2.   Status prawny statków powietrznych</w:t>
            </w:r>
          </w:p>
          <w:p w14:paraId="2DD7387C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3.   System chicagowski</w:t>
            </w:r>
          </w:p>
          <w:p w14:paraId="5868A021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4.   System warszawsko-montrealski</w:t>
            </w:r>
          </w:p>
          <w:p w14:paraId="7DBA196D" w14:textId="0829E2BF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 xml:space="preserve">5.   System tokijsko-hasko-montrealski </w:t>
            </w:r>
          </w:p>
          <w:p w14:paraId="0F18ADD9" w14:textId="2ED4447E" w:rsidR="001D141A" w:rsidRPr="00422783" w:rsidRDefault="001D141A" w:rsidP="005B1EA6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 xml:space="preserve">6.   Organizacja Międzynarodowego Lotnictwa Cywilnego </w:t>
            </w:r>
          </w:p>
        </w:tc>
      </w:tr>
      <w:tr w:rsidR="001D141A" w:rsidRPr="00422783" w14:paraId="685D1C8D" w14:textId="77777777" w:rsidTr="117651BE">
        <w:trPr>
          <w:trHeight w:val="225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838F53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III. Międzynarodowe prawo kosmiczne </w:t>
            </w:r>
          </w:p>
          <w:p w14:paraId="581E447C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 xml:space="preserve">1.  Pojęcie i źródła </w:t>
            </w:r>
          </w:p>
          <w:p w14:paraId="1C362104" w14:textId="3B58920F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 xml:space="preserve">2.   Status prawny przestrzeni kosmicznej i ciał niebieskich </w:t>
            </w:r>
          </w:p>
          <w:p w14:paraId="639D535E" w14:textId="77777777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3.   Status prawny obiektów kosmicznych i kosmonautów</w:t>
            </w:r>
          </w:p>
          <w:p w14:paraId="259430D7" w14:textId="27FFF1B0" w:rsidR="001D141A" w:rsidRPr="00422783" w:rsidRDefault="001D141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>4.   Odpowiedzialność międzynarodowa za działalność w kosmosie</w:t>
            </w:r>
          </w:p>
          <w:p w14:paraId="41226CF7" w14:textId="77777777" w:rsidR="001D141A" w:rsidRPr="00422783" w:rsidRDefault="001D141A" w:rsidP="117651BE">
            <w:pPr>
              <w:shd w:val="clear" w:color="auto" w:fill="FFFFFF" w:themeFill="background1"/>
              <w:ind w:right="450"/>
              <w:rPr>
                <w:rFonts w:ascii="Corbel" w:hAnsi="Corbel"/>
                <w:color w:val="000000"/>
                <w:sz w:val="24"/>
                <w:szCs w:val="24"/>
              </w:rPr>
            </w:pPr>
            <w:r w:rsidRPr="117651B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5.   Współpraca międzynarodowa w badaniu i pokojowym wykorzystaniu kosmosu </w:t>
            </w:r>
          </w:p>
          <w:p w14:paraId="60BB16CC" w14:textId="31AF62CD" w:rsidR="001D141A" w:rsidRPr="00422783" w:rsidRDefault="001D141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422783">
              <w:rPr>
                <w:rFonts w:ascii="Corbel" w:hAnsi="Corbel"/>
                <w:color w:val="000000"/>
                <w:sz w:val="24"/>
                <w:szCs w:val="24"/>
              </w:rPr>
              <w:t xml:space="preserve">6. </w:t>
            </w:r>
            <w:r w:rsidRPr="00422783">
              <w:rPr>
                <w:rFonts w:ascii="Corbel" w:hAnsi="Corbel"/>
                <w:sz w:val="24"/>
                <w:szCs w:val="24"/>
                <w:lang w:eastAsia="pl-PL"/>
              </w:rPr>
              <w:t>Aktualne problemu stosowania międzynarodowego prawa kosmicznego</w:t>
            </w:r>
          </w:p>
        </w:tc>
      </w:tr>
    </w:tbl>
    <w:p w14:paraId="4648C31B" w14:textId="77777777" w:rsidR="00357E83" w:rsidRPr="00422783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E485E8" w14:textId="7071C39D" w:rsidR="0072325C" w:rsidRPr="00422783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22783">
        <w:rPr>
          <w:rFonts w:ascii="Corbel" w:hAnsi="Corbel"/>
          <w:smallCaps w:val="0"/>
          <w:szCs w:val="24"/>
        </w:rPr>
        <w:t>3.4 Metody dydaktyczne</w:t>
      </w:r>
      <w:r w:rsidRPr="00422783">
        <w:rPr>
          <w:rFonts w:ascii="Corbel" w:hAnsi="Corbel"/>
          <w:b w:val="0"/>
          <w:smallCaps w:val="0"/>
          <w:szCs w:val="24"/>
        </w:rPr>
        <w:t xml:space="preserve"> </w:t>
      </w:r>
    </w:p>
    <w:p w14:paraId="0BF1EB87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36552" w14:textId="18813BC3" w:rsidR="00357E83" w:rsidRPr="00422783" w:rsidRDefault="001D141A" w:rsidP="00357E8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117651BE">
        <w:rPr>
          <w:rFonts w:ascii="Corbel" w:hAnsi="Corbel"/>
          <w:b w:val="0"/>
          <w:i/>
          <w:iCs/>
          <w:smallCaps w:val="0"/>
        </w:rPr>
        <w:t>Konwersatorium</w:t>
      </w:r>
      <w:r w:rsidR="00357E83" w:rsidRPr="117651BE">
        <w:rPr>
          <w:rFonts w:ascii="Corbel" w:hAnsi="Corbel"/>
          <w:b w:val="0"/>
          <w:i/>
          <w:iCs/>
          <w:smallCaps w:val="0"/>
        </w:rPr>
        <w:t xml:space="preserve">: analiza tekstów z dyskusją, </w:t>
      </w:r>
      <w:r w:rsidR="00B501F8" w:rsidRPr="117651BE">
        <w:rPr>
          <w:rFonts w:ascii="Corbel" w:hAnsi="Corbel"/>
          <w:b w:val="0"/>
          <w:i/>
          <w:iCs/>
          <w:smallCaps w:val="0"/>
        </w:rPr>
        <w:t xml:space="preserve">rozwiązywanie kazusów </w:t>
      </w:r>
      <w:r w:rsidR="002338EF" w:rsidRPr="117651BE">
        <w:rPr>
          <w:rFonts w:ascii="Corbel" w:hAnsi="Corbel"/>
          <w:b w:val="0"/>
          <w:i/>
          <w:iCs/>
          <w:smallCaps w:val="0"/>
        </w:rPr>
        <w:t>z dyskusją</w:t>
      </w:r>
    </w:p>
    <w:p w14:paraId="55459E4B" w14:textId="77777777" w:rsidR="0072325C" w:rsidRPr="00422783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D68D32" w14:textId="77777777" w:rsidR="0072325C" w:rsidRPr="00422783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22783">
        <w:rPr>
          <w:rFonts w:ascii="Corbel" w:hAnsi="Corbel"/>
          <w:smallCaps w:val="0"/>
          <w:szCs w:val="24"/>
        </w:rPr>
        <w:t xml:space="preserve">4. METODY I KRYTERIA OCENY </w:t>
      </w:r>
    </w:p>
    <w:p w14:paraId="43F39653" w14:textId="77777777" w:rsidR="0072325C" w:rsidRPr="00422783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DABC00" w14:textId="77777777" w:rsidR="0072325C" w:rsidRPr="00422783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22783">
        <w:rPr>
          <w:rFonts w:ascii="Corbel" w:hAnsi="Corbel"/>
          <w:smallCaps w:val="0"/>
          <w:szCs w:val="24"/>
        </w:rPr>
        <w:t>4.1 Sposoby weryfikacji efektów uczenia się</w:t>
      </w:r>
    </w:p>
    <w:p w14:paraId="4C6B41A3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72325C" w:rsidRPr="00422783" w14:paraId="1D9A695C" w14:textId="77777777" w:rsidTr="356B882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9C1EAF2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Symbol efektu</w:t>
            </w:r>
          </w:p>
          <w:p w14:paraId="2F5F32DC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22EFFCE" w14:textId="57485B99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lang w:bidi="hi-IN"/>
              </w:rPr>
            </w:pPr>
            <w:r w:rsidRPr="117651BE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Metody oceny efektów </w:t>
            </w:r>
            <w:r w:rsidR="35107B26" w:rsidRPr="117651BE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uczenia się </w:t>
            </w:r>
          </w:p>
          <w:p w14:paraId="10187288" w14:textId="52515F28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117651BE">
              <w:rPr>
                <w:rFonts w:ascii="Corbel" w:hAnsi="Corbel"/>
                <w:b w:val="0"/>
                <w:color w:val="000000" w:themeColor="text1"/>
                <w:lang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87E967" w14:textId="4ECB15D0" w:rsidR="0072325C" w:rsidRPr="00422783" w:rsidRDefault="0072325C" w:rsidP="117651B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117651BE">
              <w:rPr>
                <w:rFonts w:ascii="Corbel" w:hAnsi="Corbel"/>
                <w:b w:val="0"/>
                <w:lang w:bidi="hi-IN"/>
              </w:rPr>
              <w:t xml:space="preserve">Forma zajęć dydaktycznych </w:t>
            </w:r>
          </w:p>
          <w:p w14:paraId="14EE8614" w14:textId="32196768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117651BE">
              <w:rPr>
                <w:rFonts w:ascii="Corbel" w:hAnsi="Corbel"/>
                <w:b w:val="0"/>
                <w:lang w:bidi="hi-IN"/>
              </w:rPr>
              <w:t xml:space="preserve">(w, </w:t>
            </w:r>
            <w:proofErr w:type="spellStart"/>
            <w:r w:rsidRPr="117651BE">
              <w:rPr>
                <w:rFonts w:ascii="Corbel" w:hAnsi="Corbel"/>
                <w:b w:val="0"/>
                <w:lang w:bidi="hi-IN"/>
              </w:rPr>
              <w:t>ćw</w:t>
            </w:r>
            <w:proofErr w:type="spellEnd"/>
            <w:r w:rsidRPr="117651BE">
              <w:rPr>
                <w:rFonts w:ascii="Corbel" w:hAnsi="Corbel"/>
                <w:b w:val="0"/>
                <w:lang w:bidi="hi-IN"/>
              </w:rPr>
              <w:t>, …)</w:t>
            </w:r>
          </w:p>
        </w:tc>
      </w:tr>
      <w:tr w:rsidR="0072325C" w:rsidRPr="00422783" w14:paraId="294A7B53" w14:textId="77777777" w:rsidTr="356B882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7C8BBD3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proofErr w:type="spellStart"/>
            <w:r w:rsidRPr="00422783">
              <w:rPr>
                <w:rFonts w:ascii="Corbel" w:hAnsi="Corbel"/>
                <w:b w:val="0"/>
                <w:lang w:bidi="hi-IN"/>
              </w:rPr>
              <w:t>ek</w:t>
            </w:r>
            <w:proofErr w:type="spellEnd"/>
            <w:r w:rsidRPr="00422783">
              <w:rPr>
                <w:rFonts w:ascii="Corbel" w:hAnsi="Corbel"/>
                <w:b w:val="0"/>
                <w:lang w:bidi="hi-IN"/>
              </w:rPr>
              <w:t xml:space="preserve">_ 01 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ADA597A" w14:textId="77777777" w:rsidR="0072325C" w:rsidRPr="00422783" w:rsidRDefault="0072325C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796A2" w14:textId="7DCC2A04" w:rsidR="0072325C" w:rsidRPr="00422783" w:rsidRDefault="0E9D3270" w:rsidP="117651B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422783" w14:paraId="34BD7F1B" w14:textId="77777777" w:rsidTr="356B882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969FB04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1CF9674" w14:textId="77777777" w:rsidR="0072325C" w:rsidRPr="00422783" w:rsidRDefault="0072325C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2BFE09" w14:textId="1D352C3E" w:rsidR="0072325C" w:rsidRPr="00422783" w:rsidRDefault="083572ED" w:rsidP="117651B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422783" w14:paraId="4E81C014" w14:textId="77777777" w:rsidTr="356B882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4C1EE7F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lastRenderedPageBreak/>
              <w:t>EK_03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EE7671C" w14:textId="77777777" w:rsidR="0072325C" w:rsidRPr="00422783" w:rsidRDefault="0072325C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B895F" w14:textId="29CAA7D5" w:rsidR="0072325C" w:rsidRPr="00422783" w:rsidRDefault="6EA2F32D" w:rsidP="117651B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422783" w14:paraId="13275EDD" w14:textId="77777777" w:rsidTr="356B882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2B28C71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6C2A855" w14:textId="6AD4438E" w:rsidR="0072325C" w:rsidRPr="00422783" w:rsidRDefault="00744E2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obserwacja w trakcie zajęć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0CA8E" w14:textId="7540A99E" w:rsidR="0072325C" w:rsidRPr="00422783" w:rsidRDefault="4A9A1B1E" w:rsidP="117651B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422783" w14:paraId="62FCE99D" w14:textId="77777777" w:rsidTr="356B882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86EFD61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4FB5BD1" w14:textId="1BDED008" w:rsidR="0072325C" w:rsidRPr="00422783" w:rsidRDefault="00744E2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E11C8" w14:textId="2BEADE68" w:rsidR="0072325C" w:rsidRPr="00422783" w:rsidRDefault="58F81885" w:rsidP="117651B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  <w:tr w:rsidR="0072325C" w:rsidRPr="00422783" w14:paraId="439756A3" w14:textId="77777777" w:rsidTr="356B8823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B9B2293" w14:textId="77777777" w:rsidR="0072325C" w:rsidRPr="00422783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422783">
              <w:rPr>
                <w:rFonts w:ascii="Corbel" w:hAnsi="Corbel"/>
                <w:b w:val="0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98A2284" w14:textId="77777777" w:rsidR="0072325C" w:rsidRPr="00422783" w:rsidRDefault="0072325C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422783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AF5E0" w14:textId="4155580F" w:rsidR="0072325C" w:rsidRPr="00422783" w:rsidRDefault="0D2A2706" w:rsidP="117651B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proofErr w:type="spellStart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Konw</w:t>
            </w:r>
            <w:proofErr w:type="spellEnd"/>
            <w:r w:rsidRPr="356B8823">
              <w:rPr>
                <w:rFonts w:ascii="Corbel" w:hAnsi="Corbel"/>
                <w:b w:val="0"/>
                <w:sz w:val="24"/>
                <w:szCs w:val="24"/>
                <w:lang w:bidi="hi-IN"/>
              </w:rPr>
              <w:t>.</w:t>
            </w:r>
          </w:p>
        </w:tc>
      </w:tr>
    </w:tbl>
    <w:p w14:paraId="7B47F290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17E12" w14:textId="77777777" w:rsidR="0072325C" w:rsidRPr="00422783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2278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BE207B" w14:textId="77777777" w:rsidR="0072325C" w:rsidRPr="00422783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2325C" w:rsidRPr="00422783" w14:paraId="79F1651D" w14:textId="77777777" w:rsidTr="1E961EC1">
        <w:trPr>
          <w:trHeight w:val="1245"/>
        </w:trPr>
        <w:tc>
          <w:tcPr>
            <w:tcW w:w="9670" w:type="dxa"/>
          </w:tcPr>
          <w:p w14:paraId="640A4B23" w14:textId="2658E74A" w:rsidR="0072325C" w:rsidRPr="00422783" w:rsidRDefault="001D141A" w:rsidP="117651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E961EC1">
              <w:rPr>
                <w:rFonts w:ascii="Corbel" w:hAnsi="Corbel"/>
                <w:sz w:val="24"/>
                <w:szCs w:val="24"/>
              </w:rPr>
              <w:t>Konwersatorium</w:t>
            </w:r>
            <w:r w:rsidR="0072325C" w:rsidRPr="1E961EC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 xml:space="preserve">Student podchodzący do zaliczenia wypełnia test wielokrotnego wyboru. Test składa się z 25 pytań. Skala ocen z uwzględnieniem punktacji: </w:t>
            </w:r>
            <w:proofErr w:type="spellStart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>bdb</w:t>
            </w:r>
            <w:proofErr w:type="spellEnd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 xml:space="preserve"> – 25-24 pkt, plus </w:t>
            </w:r>
            <w:proofErr w:type="spellStart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>db</w:t>
            </w:r>
            <w:proofErr w:type="spellEnd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 xml:space="preserve"> – 23-21 pkt, </w:t>
            </w:r>
            <w:proofErr w:type="spellStart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>db</w:t>
            </w:r>
            <w:proofErr w:type="spellEnd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 xml:space="preserve"> – 20-18 pkt, plus </w:t>
            </w:r>
            <w:proofErr w:type="spellStart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>dst</w:t>
            </w:r>
            <w:proofErr w:type="spellEnd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 xml:space="preserve"> – 17-15 pkt, </w:t>
            </w:r>
            <w:proofErr w:type="spellStart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>dst</w:t>
            </w:r>
            <w:proofErr w:type="spellEnd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 xml:space="preserve"> – 14-13 pkt, poniżej 13 pkt – </w:t>
            </w:r>
            <w:proofErr w:type="spellStart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>ndst</w:t>
            </w:r>
            <w:proofErr w:type="spellEnd"/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 xml:space="preserve">. Przewidywany termin zaliczenia – </w:t>
            </w:r>
            <w:r w:rsidR="40E9AA87" w:rsidRPr="1E961EC1">
              <w:rPr>
                <w:rFonts w:ascii="Corbel" w:hAnsi="Corbel"/>
                <w:b w:val="0"/>
                <w:sz w:val="24"/>
                <w:szCs w:val="24"/>
              </w:rPr>
              <w:t>koniec semestru</w:t>
            </w:r>
            <w:r w:rsidR="0072325C" w:rsidRPr="1E961EC1">
              <w:rPr>
                <w:rFonts w:ascii="Corbel" w:hAnsi="Corbel"/>
                <w:b w:val="0"/>
                <w:sz w:val="24"/>
                <w:szCs w:val="24"/>
              </w:rPr>
              <w:t xml:space="preserve">. Czas trwania zaliczenia 25 min. </w:t>
            </w:r>
          </w:p>
        </w:tc>
      </w:tr>
    </w:tbl>
    <w:p w14:paraId="3CC0FCDA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0FFA6" w14:textId="77777777" w:rsidR="0072325C" w:rsidRPr="00422783" w:rsidRDefault="0072325C" w:rsidP="007232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2278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4C75F1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72325C" w:rsidRPr="00422783" w14:paraId="5C9D8862" w14:textId="77777777" w:rsidTr="1E961EC1">
        <w:tc>
          <w:tcPr>
            <w:tcW w:w="4962" w:type="dxa"/>
            <w:vAlign w:val="center"/>
          </w:tcPr>
          <w:p w14:paraId="6F559B4E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278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233E9CF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2278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2325C" w:rsidRPr="00422783" w14:paraId="3FF0CB8E" w14:textId="77777777" w:rsidTr="1E961EC1">
        <w:tc>
          <w:tcPr>
            <w:tcW w:w="4962" w:type="dxa"/>
          </w:tcPr>
          <w:p w14:paraId="2285FDCE" w14:textId="7F8E955C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E961EC1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5AE6D4B3" w:rsidRPr="1E961EC1">
              <w:rPr>
                <w:rFonts w:ascii="Corbel" w:hAnsi="Corbel"/>
                <w:sz w:val="24"/>
                <w:szCs w:val="24"/>
              </w:rPr>
              <w:t xml:space="preserve"> z</w:t>
            </w:r>
            <w:r w:rsidR="264AA446" w:rsidRPr="1E961EC1">
              <w:rPr>
                <w:rFonts w:ascii="Corbel" w:hAnsi="Corbel"/>
                <w:sz w:val="24"/>
                <w:szCs w:val="24"/>
              </w:rPr>
              <w:t xml:space="preserve"> </w:t>
            </w:r>
            <w:r w:rsidR="2E3FCD66" w:rsidRPr="1E961EC1">
              <w:rPr>
                <w:rFonts w:ascii="Corbel" w:hAnsi="Corbel"/>
                <w:sz w:val="24"/>
                <w:szCs w:val="24"/>
              </w:rPr>
              <w:t xml:space="preserve"> </w:t>
            </w:r>
            <w:r w:rsidR="45211A40" w:rsidRPr="1E961EC1">
              <w:rPr>
                <w:rFonts w:ascii="Corbel" w:hAnsi="Corbel"/>
                <w:sz w:val="24"/>
                <w:szCs w:val="24"/>
              </w:rPr>
              <w:t xml:space="preserve"> </w:t>
            </w:r>
            <w:r w:rsidR="7FE08590" w:rsidRPr="1E961EC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1E961EC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9669863" w14:textId="475844AB" w:rsidR="0072325C" w:rsidRPr="00422783" w:rsidRDefault="5EE10251" w:rsidP="117651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117651BE">
              <w:rPr>
                <w:rFonts w:ascii="Corbel" w:hAnsi="Corbel"/>
              </w:rPr>
              <w:t>2</w:t>
            </w:r>
            <w:r w:rsidR="0072325C" w:rsidRPr="117651BE">
              <w:rPr>
                <w:rFonts w:ascii="Corbel" w:hAnsi="Corbel"/>
              </w:rPr>
              <w:t>0</w:t>
            </w:r>
          </w:p>
        </w:tc>
      </w:tr>
      <w:tr w:rsidR="0072325C" w:rsidRPr="00422783" w14:paraId="2F2845D8" w14:textId="77777777" w:rsidTr="1E961EC1">
        <w:tc>
          <w:tcPr>
            <w:tcW w:w="4962" w:type="dxa"/>
          </w:tcPr>
          <w:p w14:paraId="13BDEC44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81DB2D5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62962F" w14:textId="7D7AC605" w:rsidR="0072325C" w:rsidRPr="00422783" w:rsidRDefault="001D141A" w:rsidP="117651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117651BE">
              <w:rPr>
                <w:rFonts w:ascii="Corbel" w:hAnsi="Corbel"/>
              </w:rPr>
              <w:t>5</w:t>
            </w:r>
          </w:p>
        </w:tc>
      </w:tr>
      <w:tr w:rsidR="0072325C" w:rsidRPr="00422783" w14:paraId="1692CA92" w14:textId="77777777" w:rsidTr="1E961EC1">
        <w:tc>
          <w:tcPr>
            <w:tcW w:w="4962" w:type="dxa"/>
          </w:tcPr>
          <w:p w14:paraId="370C2EDC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6E7B05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726B7F" w14:textId="19D97A13" w:rsidR="0072325C" w:rsidRPr="00422783" w:rsidRDefault="5EE10251" w:rsidP="117651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117651BE">
              <w:rPr>
                <w:rFonts w:ascii="Corbel" w:hAnsi="Corbel"/>
              </w:rPr>
              <w:t>5</w:t>
            </w:r>
            <w:r w:rsidR="001D141A" w:rsidRPr="117651BE">
              <w:rPr>
                <w:rFonts w:ascii="Corbel" w:hAnsi="Corbel"/>
              </w:rPr>
              <w:t>5</w:t>
            </w:r>
          </w:p>
        </w:tc>
      </w:tr>
      <w:tr w:rsidR="0072325C" w:rsidRPr="00422783" w14:paraId="5A046A70" w14:textId="77777777" w:rsidTr="1E961EC1">
        <w:tc>
          <w:tcPr>
            <w:tcW w:w="4962" w:type="dxa"/>
          </w:tcPr>
          <w:p w14:paraId="1871F7F1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278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1952A" w14:textId="5AC422B8" w:rsidR="0072325C" w:rsidRPr="00422783" w:rsidRDefault="001D141A" w:rsidP="117651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117651BE">
              <w:rPr>
                <w:rFonts w:ascii="Corbel" w:hAnsi="Corbel"/>
              </w:rPr>
              <w:t>8</w:t>
            </w:r>
            <w:r w:rsidR="0A58C0B2" w:rsidRPr="117651BE">
              <w:rPr>
                <w:rFonts w:ascii="Corbel" w:hAnsi="Corbel"/>
              </w:rPr>
              <w:t>0</w:t>
            </w:r>
          </w:p>
        </w:tc>
      </w:tr>
      <w:tr w:rsidR="0072325C" w:rsidRPr="00422783" w14:paraId="21351495" w14:textId="77777777" w:rsidTr="1E961EC1">
        <w:tc>
          <w:tcPr>
            <w:tcW w:w="4962" w:type="dxa"/>
          </w:tcPr>
          <w:p w14:paraId="76742007" w14:textId="77777777" w:rsidR="0072325C" w:rsidRPr="00422783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2278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FDA879" w14:textId="53EE62FD" w:rsidR="0072325C" w:rsidRPr="00422783" w:rsidRDefault="0A58C0B2" w:rsidP="117651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117651BE">
              <w:rPr>
                <w:rFonts w:ascii="Corbel" w:hAnsi="Corbel"/>
              </w:rPr>
              <w:t>3</w:t>
            </w:r>
          </w:p>
        </w:tc>
      </w:tr>
    </w:tbl>
    <w:p w14:paraId="0C635DD1" w14:textId="77777777" w:rsidR="0072325C" w:rsidRPr="00422783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227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12CB8E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17DC00" w14:textId="6807B500" w:rsidR="0072325C" w:rsidRPr="00422783" w:rsidRDefault="0072325C" w:rsidP="117651BE">
      <w:pPr>
        <w:pStyle w:val="Punktygwne"/>
        <w:spacing w:before="0" w:after="0"/>
        <w:rPr>
          <w:rFonts w:ascii="Corbel" w:hAnsi="Corbel"/>
          <w:smallCaps w:val="0"/>
        </w:rPr>
      </w:pPr>
      <w:r w:rsidRPr="117651BE">
        <w:rPr>
          <w:rFonts w:ascii="Corbel" w:hAnsi="Corbel"/>
          <w:smallCaps w:val="0"/>
        </w:rPr>
        <w:t>6. PRAKTYKI ZAWODOWE W RAMACH PRZEDMIOTU</w:t>
      </w:r>
    </w:p>
    <w:p w14:paraId="5D5FEEE6" w14:textId="77777777" w:rsidR="0072325C" w:rsidRPr="00422783" w:rsidRDefault="0072325C" w:rsidP="007232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2325C" w:rsidRPr="00422783" w14:paraId="1D7329CF" w14:textId="77777777" w:rsidTr="117651BE">
        <w:trPr>
          <w:trHeight w:val="397"/>
        </w:trPr>
        <w:tc>
          <w:tcPr>
            <w:tcW w:w="3544" w:type="dxa"/>
          </w:tcPr>
          <w:p w14:paraId="445CD3FB" w14:textId="77777777" w:rsidR="0072325C" w:rsidRPr="00422783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3D29A3" w14:textId="7875DC2B" w:rsidR="0072325C" w:rsidRPr="00422783" w:rsidRDefault="3DAF42C8" w:rsidP="1176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17651BE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72325C" w:rsidRPr="00422783" w14:paraId="7870A1CA" w14:textId="77777777" w:rsidTr="117651BE">
        <w:trPr>
          <w:trHeight w:val="397"/>
        </w:trPr>
        <w:tc>
          <w:tcPr>
            <w:tcW w:w="3544" w:type="dxa"/>
          </w:tcPr>
          <w:p w14:paraId="6617AAA3" w14:textId="77777777" w:rsidR="0072325C" w:rsidRPr="00422783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27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4FA1126" w14:textId="54A48D63" w:rsidR="0072325C" w:rsidRPr="00422783" w:rsidRDefault="4C797F67" w:rsidP="1176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7651BE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FBAB10" w14:textId="77777777" w:rsidR="0072325C" w:rsidRPr="00422783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DE2ED9" w14:textId="77777777" w:rsidR="0072325C" w:rsidRPr="00422783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117651BE">
        <w:rPr>
          <w:rFonts w:ascii="Corbel" w:hAnsi="Corbel"/>
          <w:smallCaps w:val="0"/>
        </w:rPr>
        <w:t xml:space="preserve">7. LITERATURA </w:t>
      </w:r>
    </w:p>
    <w:p w14:paraId="366B42C1" w14:textId="77777777" w:rsidR="0072325C" w:rsidRPr="00422783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67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675"/>
      </w:tblGrid>
      <w:tr w:rsidR="0072325C" w:rsidRPr="00422783" w14:paraId="5A8B1CE8" w14:textId="77777777" w:rsidTr="356B8823">
        <w:tc>
          <w:tcPr>
            <w:tcW w:w="9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ECAB7F" w14:textId="77777777" w:rsidR="0072325C" w:rsidRPr="00422783" w:rsidRDefault="0072325C" w:rsidP="356B8823">
            <w:pPr>
              <w:pStyle w:val="Akapitzlist"/>
              <w:ind w:left="9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356B8823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3F01B3EA" w14:textId="5FAECBFE" w:rsidR="117651BE" w:rsidRDefault="117651BE" w:rsidP="356B8823">
            <w:pPr>
              <w:pStyle w:val="Akapitzlist"/>
              <w:ind w:left="90"/>
            </w:pPr>
          </w:p>
          <w:p w14:paraId="517C089E" w14:textId="3DEC4A33" w:rsidR="0072325C" w:rsidRPr="00422783" w:rsidRDefault="0072325C" w:rsidP="356B8823">
            <w:pPr>
              <w:pStyle w:val="Akapitzlist"/>
              <w:shd w:val="clear" w:color="auto" w:fill="FFFFFF" w:themeFill="background1"/>
              <w:ind w:left="90"/>
              <w:rPr>
                <w:rFonts w:ascii="Corbel" w:hAnsi="Corbel"/>
                <w:sz w:val="24"/>
                <w:szCs w:val="24"/>
              </w:rPr>
            </w:pPr>
            <w:r w:rsidRPr="356B8823">
              <w:rPr>
                <w:rFonts w:ascii="Corbel" w:hAnsi="Corbel"/>
                <w:color w:val="000000" w:themeColor="text1"/>
                <w:sz w:val="24"/>
                <w:szCs w:val="24"/>
              </w:rPr>
              <w:t>C. Berezowski, Międzynarodowe prawo lotnicze, Warszawa 1964,</w:t>
            </w:r>
          </w:p>
          <w:p w14:paraId="1E637B4E" w14:textId="698A8B04" w:rsidR="0072325C" w:rsidRPr="00422783" w:rsidRDefault="0072325C" w:rsidP="356B8823">
            <w:pPr>
              <w:pStyle w:val="Akapitzlist"/>
              <w:shd w:val="clear" w:color="auto" w:fill="FFFFFF" w:themeFill="background1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  <w:r w:rsidRPr="356B8823">
              <w:rPr>
                <w:rFonts w:ascii="Corbel" w:hAnsi="Corbel"/>
                <w:color w:val="000000" w:themeColor="text1"/>
                <w:sz w:val="24"/>
                <w:szCs w:val="24"/>
              </w:rPr>
              <w:t>M. Żylicz, Prawo lotnicze międzynarodowe, europejskie i krajowe, Warszawa 2011,</w:t>
            </w:r>
          </w:p>
          <w:p w14:paraId="697E1402" w14:textId="4591351E" w:rsidR="0072325C" w:rsidRPr="00422783" w:rsidRDefault="0072325C" w:rsidP="356B8823">
            <w:pPr>
              <w:pStyle w:val="Akapitzlist"/>
              <w:shd w:val="clear" w:color="auto" w:fill="FFFFFF" w:themeFill="background1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  <w:r w:rsidRPr="356B882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A. </w:t>
            </w:r>
            <w:proofErr w:type="spellStart"/>
            <w:r w:rsidRPr="356B8823">
              <w:rPr>
                <w:rFonts w:ascii="Corbel" w:hAnsi="Corbel"/>
                <w:color w:val="000000" w:themeColor="text1"/>
                <w:sz w:val="24"/>
                <w:szCs w:val="24"/>
              </w:rPr>
              <w:t>Górbiel</w:t>
            </w:r>
            <w:proofErr w:type="spellEnd"/>
            <w:r w:rsidRPr="356B8823">
              <w:rPr>
                <w:rFonts w:ascii="Corbel" w:hAnsi="Corbel"/>
                <w:color w:val="000000" w:themeColor="text1"/>
                <w:sz w:val="24"/>
                <w:szCs w:val="24"/>
              </w:rPr>
              <w:t>, Międzynarodowe prawo kosmiczne, Warszawa 1985,</w:t>
            </w:r>
          </w:p>
          <w:p w14:paraId="24D2852B" w14:textId="37E8274A" w:rsidR="0072325C" w:rsidRPr="00422783" w:rsidRDefault="0072325C" w:rsidP="356B8823">
            <w:pPr>
              <w:pStyle w:val="Akapitzlist"/>
              <w:shd w:val="clear" w:color="auto" w:fill="FFFFFF" w:themeFill="background1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  <w:r w:rsidRPr="356B8823">
              <w:rPr>
                <w:rFonts w:ascii="Corbel" w:hAnsi="Corbel"/>
                <w:color w:val="000000" w:themeColor="text1"/>
                <w:sz w:val="24"/>
                <w:szCs w:val="24"/>
              </w:rPr>
              <w:t>A. Wasilkowski (red.), Działalność kosmiczna w świetle prawa międzynarodowego, Warszawa 1991,</w:t>
            </w:r>
          </w:p>
          <w:p w14:paraId="3B4B8070" w14:textId="4E50E916" w:rsidR="0072325C" w:rsidRPr="00422783" w:rsidRDefault="0072325C" w:rsidP="356B8823">
            <w:pPr>
              <w:pStyle w:val="Akapitzlist"/>
              <w:shd w:val="clear" w:color="auto" w:fill="FFFFFF" w:themeFill="background1"/>
              <w:ind w:left="90"/>
              <w:rPr>
                <w:rFonts w:ascii="Corbel" w:hAnsi="Corbel"/>
                <w:sz w:val="24"/>
                <w:szCs w:val="24"/>
              </w:rPr>
            </w:pPr>
            <w:r w:rsidRPr="356B8823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 W</w:t>
            </w:r>
            <w:r w:rsidRPr="356B8823">
              <w:rPr>
                <w:rFonts w:ascii="Corbel" w:hAnsi="Corbel"/>
                <w:sz w:val="24"/>
                <w:szCs w:val="24"/>
              </w:rPr>
              <w:t xml:space="preserve">ybór aktów prawnych do nauki międzynarodowego prawa lotniczego i kosmicznego (oprac. P. </w:t>
            </w:r>
            <w:proofErr w:type="spellStart"/>
            <w:r w:rsidRPr="356B8823">
              <w:rPr>
                <w:rFonts w:ascii="Corbel" w:hAnsi="Corbel"/>
                <w:sz w:val="24"/>
                <w:szCs w:val="24"/>
              </w:rPr>
              <w:t>Durys</w:t>
            </w:r>
            <w:proofErr w:type="spellEnd"/>
            <w:r w:rsidRPr="356B8823">
              <w:rPr>
                <w:rFonts w:ascii="Corbel" w:hAnsi="Corbel"/>
                <w:sz w:val="24"/>
                <w:szCs w:val="24"/>
              </w:rPr>
              <w:t>, F. Jasiński), Warszawa 1999</w:t>
            </w:r>
          </w:p>
        </w:tc>
      </w:tr>
      <w:tr w:rsidR="0072325C" w:rsidRPr="00422783" w14:paraId="0485CBD9" w14:textId="77777777" w:rsidTr="356B8823">
        <w:tc>
          <w:tcPr>
            <w:tcW w:w="9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E0D06B" w14:textId="77777777" w:rsidR="0072325C" w:rsidRPr="00422783" w:rsidRDefault="0072325C" w:rsidP="356B8823">
            <w:pPr>
              <w:pStyle w:val="Akapitzlist"/>
              <w:ind w:left="9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356B8823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Literatura uzupełniająca:</w:t>
            </w:r>
          </w:p>
          <w:p w14:paraId="4A611A1F" w14:textId="66612AA9" w:rsidR="117651BE" w:rsidRDefault="117651BE" w:rsidP="356B8823">
            <w:pPr>
              <w:pStyle w:val="Akapitzlist"/>
              <w:ind w:left="90"/>
            </w:pPr>
          </w:p>
          <w:p w14:paraId="3CA84E12" w14:textId="08F17701" w:rsidR="0072325C" w:rsidRPr="00422783" w:rsidRDefault="0072325C" w:rsidP="356B8823">
            <w:pPr>
              <w:pStyle w:val="Akapitzlist"/>
              <w:ind w:left="90"/>
              <w:rPr>
                <w:rFonts w:ascii="Corbel" w:hAnsi="Corbel"/>
                <w:sz w:val="24"/>
                <w:szCs w:val="24"/>
              </w:rPr>
            </w:pPr>
            <w:r w:rsidRPr="356B8823">
              <w:rPr>
                <w:rFonts w:ascii="Corbel" w:hAnsi="Corbel"/>
                <w:sz w:val="24"/>
                <w:szCs w:val="24"/>
              </w:rPr>
              <w:t xml:space="preserve">Z. Galicki, T. Kamiński, K. </w:t>
            </w:r>
            <w:proofErr w:type="spellStart"/>
            <w:r w:rsidRPr="356B8823">
              <w:rPr>
                <w:rFonts w:ascii="Corbel" w:hAnsi="Corbel"/>
                <w:sz w:val="24"/>
                <w:szCs w:val="24"/>
              </w:rPr>
              <w:t>Myszona</w:t>
            </w:r>
            <w:proofErr w:type="spellEnd"/>
            <w:r w:rsidR="71C4431B" w:rsidRPr="356B8823">
              <w:rPr>
                <w:rFonts w:ascii="Corbel" w:hAnsi="Corbel"/>
                <w:sz w:val="24"/>
                <w:szCs w:val="24"/>
              </w:rPr>
              <w:t xml:space="preserve"> </w:t>
            </w:r>
            <w:r w:rsidRPr="356B8823">
              <w:rPr>
                <w:rFonts w:ascii="Corbel" w:hAnsi="Corbel"/>
                <w:sz w:val="24"/>
                <w:szCs w:val="24"/>
              </w:rPr>
              <w:t>-</w:t>
            </w:r>
            <w:r w:rsidR="030C4A7D" w:rsidRPr="356B8823">
              <w:rPr>
                <w:rFonts w:ascii="Corbel" w:hAnsi="Corbel"/>
                <w:sz w:val="24"/>
                <w:szCs w:val="24"/>
              </w:rPr>
              <w:t xml:space="preserve"> </w:t>
            </w:r>
            <w:r w:rsidRPr="356B8823">
              <w:rPr>
                <w:rFonts w:ascii="Corbel" w:hAnsi="Corbel"/>
                <w:sz w:val="24"/>
                <w:szCs w:val="24"/>
              </w:rPr>
              <w:t>Kostrzewa (red.), Wykorzystanie przestrzeni kosmicznej. Świat – Europa – Polska, Warszawa 2010,</w:t>
            </w:r>
          </w:p>
          <w:p w14:paraId="1FC7E108" w14:textId="252CBE39" w:rsidR="0072325C" w:rsidRPr="00422783" w:rsidRDefault="0072325C" w:rsidP="356B8823">
            <w:pPr>
              <w:pStyle w:val="Akapitzlist"/>
              <w:ind w:left="90"/>
              <w:rPr>
                <w:rFonts w:ascii="Corbel" w:hAnsi="Corbel"/>
                <w:sz w:val="24"/>
                <w:szCs w:val="24"/>
              </w:rPr>
            </w:pPr>
            <w:r w:rsidRPr="356B8823">
              <w:rPr>
                <w:rFonts w:ascii="Corbel" w:hAnsi="Corbel"/>
                <w:sz w:val="24"/>
                <w:szCs w:val="24"/>
                <w:lang w:eastAsia="zh-CN"/>
              </w:rPr>
              <w:t>D. Kuźniar, Ochrona środowiska przestrzeni kosmicznej i ciał niebieskich. Studium prawnomiędzynarodowe, Rzeszów 2019</w:t>
            </w:r>
          </w:p>
          <w:p w14:paraId="5210B73D" w14:textId="47DC99C0" w:rsidR="0072325C" w:rsidRPr="00422783" w:rsidRDefault="0072325C" w:rsidP="356B8823">
            <w:pPr>
              <w:pStyle w:val="Akapitzlist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  <w:r w:rsidRPr="356B8823">
              <w:rPr>
                <w:rFonts w:ascii="Corbel" w:hAnsi="Corbel"/>
                <w:color w:val="000000" w:themeColor="text1"/>
                <w:sz w:val="24"/>
                <w:szCs w:val="24"/>
              </w:rPr>
              <w:t>M. Polkowska, Suwerenność państwa w przestrzeni powietrznej. Geneza, zakres i ewolucja, Warszawa 2009</w:t>
            </w:r>
          </w:p>
          <w:p w14:paraId="66527600" w14:textId="72B718BF" w:rsidR="0072325C" w:rsidRPr="00422783" w:rsidRDefault="0072325C" w:rsidP="356B8823">
            <w:pPr>
              <w:pStyle w:val="Akapitzlist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  <w:r w:rsidRPr="356B8823">
              <w:rPr>
                <w:rFonts w:ascii="Corbel" w:hAnsi="Corbel"/>
                <w:color w:val="000000" w:themeColor="text1"/>
                <w:sz w:val="24"/>
                <w:szCs w:val="24"/>
              </w:rPr>
              <w:t>M. Polkowska, Prawo kosmiczne w obliczu nowych problemów współczesności, Warszawa 2011</w:t>
            </w:r>
          </w:p>
        </w:tc>
      </w:tr>
    </w:tbl>
    <w:p w14:paraId="1BEA0240" w14:textId="77777777" w:rsidR="0072325C" w:rsidRPr="00422783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65107C" w14:textId="77777777" w:rsidR="0072325C" w:rsidRPr="00422783" w:rsidRDefault="0072325C" w:rsidP="007232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227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2325C" w:rsidRPr="004227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4938E" w14:textId="77777777" w:rsidR="00B32F6E" w:rsidRDefault="00B32F6E" w:rsidP="00C16ABF">
      <w:pPr>
        <w:spacing w:after="0" w:line="240" w:lineRule="auto"/>
      </w:pPr>
      <w:r>
        <w:separator/>
      </w:r>
    </w:p>
  </w:endnote>
  <w:endnote w:type="continuationSeparator" w:id="0">
    <w:p w14:paraId="53ACB199" w14:textId="77777777" w:rsidR="00B32F6E" w:rsidRDefault="00B32F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61BC3" w14:textId="77777777" w:rsidR="00B32F6E" w:rsidRDefault="00B32F6E" w:rsidP="00C16ABF">
      <w:pPr>
        <w:spacing w:after="0" w:line="240" w:lineRule="auto"/>
      </w:pPr>
      <w:r>
        <w:separator/>
      </w:r>
    </w:p>
  </w:footnote>
  <w:footnote w:type="continuationSeparator" w:id="0">
    <w:p w14:paraId="37CF4F0F" w14:textId="77777777" w:rsidR="00B32F6E" w:rsidRDefault="00B32F6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89042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D31"/>
    <w:rsid w:val="00042A51"/>
    <w:rsid w:val="00042D2E"/>
    <w:rsid w:val="00044C82"/>
    <w:rsid w:val="00052A73"/>
    <w:rsid w:val="000530BD"/>
    <w:rsid w:val="00070ED6"/>
    <w:rsid w:val="000742DC"/>
    <w:rsid w:val="00081B0F"/>
    <w:rsid w:val="000825D1"/>
    <w:rsid w:val="00084C12"/>
    <w:rsid w:val="0009462C"/>
    <w:rsid w:val="00094B12"/>
    <w:rsid w:val="00094B2C"/>
    <w:rsid w:val="00096C46"/>
    <w:rsid w:val="000A296F"/>
    <w:rsid w:val="000A2A28"/>
    <w:rsid w:val="000B192D"/>
    <w:rsid w:val="000B28EE"/>
    <w:rsid w:val="000B3E37"/>
    <w:rsid w:val="000C3B53"/>
    <w:rsid w:val="000D04B0"/>
    <w:rsid w:val="000D6704"/>
    <w:rsid w:val="000F1C57"/>
    <w:rsid w:val="000F5615"/>
    <w:rsid w:val="0011423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F85"/>
    <w:rsid w:val="00192F37"/>
    <w:rsid w:val="001A70D2"/>
    <w:rsid w:val="001C6349"/>
    <w:rsid w:val="001D141A"/>
    <w:rsid w:val="001D5514"/>
    <w:rsid w:val="001D657B"/>
    <w:rsid w:val="001D7B54"/>
    <w:rsid w:val="001E0209"/>
    <w:rsid w:val="001F2CA2"/>
    <w:rsid w:val="002144C0"/>
    <w:rsid w:val="00214864"/>
    <w:rsid w:val="0022477D"/>
    <w:rsid w:val="002278A9"/>
    <w:rsid w:val="002336F9"/>
    <w:rsid w:val="002338EF"/>
    <w:rsid w:val="0024028F"/>
    <w:rsid w:val="00244ABC"/>
    <w:rsid w:val="00281FF2"/>
    <w:rsid w:val="002857DE"/>
    <w:rsid w:val="00291567"/>
    <w:rsid w:val="00294270"/>
    <w:rsid w:val="002A22BF"/>
    <w:rsid w:val="002A2389"/>
    <w:rsid w:val="002A671D"/>
    <w:rsid w:val="002B4D55"/>
    <w:rsid w:val="002B5EA0"/>
    <w:rsid w:val="002B6119"/>
    <w:rsid w:val="002B7284"/>
    <w:rsid w:val="002C1F06"/>
    <w:rsid w:val="002D3375"/>
    <w:rsid w:val="002D73D4"/>
    <w:rsid w:val="002F02A3"/>
    <w:rsid w:val="002F3EFB"/>
    <w:rsid w:val="002F4ABE"/>
    <w:rsid w:val="003018BA"/>
    <w:rsid w:val="0030395F"/>
    <w:rsid w:val="00305BC1"/>
    <w:rsid w:val="00305C92"/>
    <w:rsid w:val="003151C5"/>
    <w:rsid w:val="00315592"/>
    <w:rsid w:val="003343CF"/>
    <w:rsid w:val="00346FE9"/>
    <w:rsid w:val="0034759A"/>
    <w:rsid w:val="003503F6"/>
    <w:rsid w:val="003530DD"/>
    <w:rsid w:val="00357E83"/>
    <w:rsid w:val="00361713"/>
    <w:rsid w:val="00363F78"/>
    <w:rsid w:val="003650FE"/>
    <w:rsid w:val="00367972"/>
    <w:rsid w:val="00371848"/>
    <w:rsid w:val="00374BA5"/>
    <w:rsid w:val="00395939"/>
    <w:rsid w:val="00396F80"/>
    <w:rsid w:val="003A0A5B"/>
    <w:rsid w:val="003A1176"/>
    <w:rsid w:val="003A20BC"/>
    <w:rsid w:val="003A2450"/>
    <w:rsid w:val="003A5528"/>
    <w:rsid w:val="003C0BAE"/>
    <w:rsid w:val="003D18A9"/>
    <w:rsid w:val="003D6CE2"/>
    <w:rsid w:val="003E1941"/>
    <w:rsid w:val="003E1AB5"/>
    <w:rsid w:val="003E2FE6"/>
    <w:rsid w:val="003E49D5"/>
    <w:rsid w:val="003F38C0"/>
    <w:rsid w:val="00414E3C"/>
    <w:rsid w:val="0042244A"/>
    <w:rsid w:val="00422783"/>
    <w:rsid w:val="0042690E"/>
    <w:rsid w:val="0042745A"/>
    <w:rsid w:val="00431D5C"/>
    <w:rsid w:val="004362C6"/>
    <w:rsid w:val="00437FA2"/>
    <w:rsid w:val="00445970"/>
    <w:rsid w:val="0045729E"/>
    <w:rsid w:val="00457EA7"/>
    <w:rsid w:val="00461EFC"/>
    <w:rsid w:val="004652C2"/>
    <w:rsid w:val="004706D1"/>
    <w:rsid w:val="00471326"/>
    <w:rsid w:val="004741D0"/>
    <w:rsid w:val="0047598D"/>
    <w:rsid w:val="004840FD"/>
    <w:rsid w:val="00485056"/>
    <w:rsid w:val="00490F7D"/>
    <w:rsid w:val="00491678"/>
    <w:rsid w:val="004968E2"/>
    <w:rsid w:val="004A3EEA"/>
    <w:rsid w:val="004A4D1F"/>
    <w:rsid w:val="004A78A3"/>
    <w:rsid w:val="004D5282"/>
    <w:rsid w:val="004F1551"/>
    <w:rsid w:val="004F55A3"/>
    <w:rsid w:val="004F634D"/>
    <w:rsid w:val="004F6E55"/>
    <w:rsid w:val="0050496F"/>
    <w:rsid w:val="00513B6F"/>
    <w:rsid w:val="00517C63"/>
    <w:rsid w:val="005363C4"/>
    <w:rsid w:val="00536BDE"/>
    <w:rsid w:val="00543ACC"/>
    <w:rsid w:val="00544C4E"/>
    <w:rsid w:val="00566655"/>
    <w:rsid w:val="0056696D"/>
    <w:rsid w:val="00572C1D"/>
    <w:rsid w:val="0059484D"/>
    <w:rsid w:val="005A0855"/>
    <w:rsid w:val="005A3196"/>
    <w:rsid w:val="005B1EA6"/>
    <w:rsid w:val="005B7562"/>
    <w:rsid w:val="005C080F"/>
    <w:rsid w:val="005C29D7"/>
    <w:rsid w:val="005C55E5"/>
    <w:rsid w:val="005C696A"/>
    <w:rsid w:val="005E6E85"/>
    <w:rsid w:val="005F31D2"/>
    <w:rsid w:val="00606B33"/>
    <w:rsid w:val="00607F2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3BD"/>
    <w:rsid w:val="00684B5B"/>
    <w:rsid w:val="00696477"/>
    <w:rsid w:val="006B24FC"/>
    <w:rsid w:val="006D050F"/>
    <w:rsid w:val="006D6139"/>
    <w:rsid w:val="006E5D65"/>
    <w:rsid w:val="006F1282"/>
    <w:rsid w:val="006F1FBC"/>
    <w:rsid w:val="006F31E2"/>
    <w:rsid w:val="00703D97"/>
    <w:rsid w:val="00706544"/>
    <w:rsid w:val="007072BA"/>
    <w:rsid w:val="0071620A"/>
    <w:rsid w:val="00722592"/>
    <w:rsid w:val="0072325C"/>
    <w:rsid w:val="00724677"/>
    <w:rsid w:val="00725459"/>
    <w:rsid w:val="007327BD"/>
    <w:rsid w:val="00734608"/>
    <w:rsid w:val="00744E20"/>
    <w:rsid w:val="00744FE3"/>
    <w:rsid w:val="00745302"/>
    <w:rsid w:val="00745E18"/>
    <w:rsid w:val="007461D6"/>
    <w:rsid w:val="00746EC8"/>
    <w:rsid w:val="0075266B"/>
    <w:rsid w:val="0075353A"/>
    <w:rsid w:val="007577CE"/>
    <w:rsid w:val="00763BF1"/>
    <w:rsid w:val="00766FD4"/>
    <w:rsid w:val="00770A1C"/>
    <w:rsid w:val="0078168C"/>
    <w:rsid w:val="00787104"/>
    <w:rsid w:val="00787C2A"/>
    <w:rsid w:val="00790E27"/>
    <w:rsid w:val="007A4022"/>
    <w:rsid w:val="007A6E6E"/>
    <w:rsid w:val="007B5D47"/>
    <w:rsid w:val="007C3299"/>
    <w:rsid w:val="007C3BCC"/>
    <w:rsid w:val="007C4546"/>
    <w:rsid w:val="007C4890"/>
    <w:rsid w:val="007C5BFF"/>
    <w:rsid w:val="007C6545"/>
    <w:rsid w:val="007D6E56"/>
    <w:rsid w:val="007F1652"/>
    <w:rsid w:val="007F4155"/>
    <w:rsid w:val="00801479"/>
    <w:rsid w:val="0081554D"/>
    <w:rsid w:val="0081707E"/>
    <w:rsid w:val="00820DEC"/>
    <w:rsid w:val="008241DA"/>
    <w:rsid w:val="008449B3"/>
    <w:rsid w:val="0085747A"/>
    <w:rsid w:val="00871994"/>
    <w:rsid w:val="00884922"/>
    <w:rsid w:val="00885F64"/>
    <w:rsid w:val="008917F9"/>
    <w:rsid w:val="008A45F7"/>
    <w:rsid w:val="008B5784"/>
    <w:rsid w:val="008B6B87"/>
    <w:rsid w:val="008C0CC0"/>
    <w:rsid w:val="008C19A9"/>
    <w:rsid w:val="008C379D"/>
    <w:rsid w:val="008C5147"/>
    <w:rsid w:val="008C5359"/>
    <w:rsid w:val="008C5363"/>
    <w:rsid w:val="008D3DFB"/>
    <w:rsid w:val="008D6E16"/>
    <w:rsid w:val="008E64F4"/>
    <w:rsid w:val="008F12C9"/>
    <w:rsid w:val="008F6E29"/>
    <w:rsid w:val="00900E13"/>
    <w:rsid w:val="00916188"/>
    <w:rsid w:val="009203ED"/>
    <w:rsid w:val="00923D7D"/>
    <w:rsid w:val="009264C5"/>
    <w:rsid w:val="00937DB1"/>
    <w:rsid w:val="009508DF"/>
    <w:rsid w:val="00950DAC"/>
    <w:rsid w:val="00951DCB"/>
    <w:rsid w:val="00954A07"/>
    <w:rsid w:val="009562EE"/>
    <w:rsid w:val="009608B9"/>
    <w:rsid w:val="00991D3F"/>
    <w:rsid w:val="00997F14"/>
    <w:rsid w:val="009A78D9"/>
    <w:rsid w:val="009B3856"/>
    <w:rsid w:val="009B7942"/>
    <w:rsid w:val="009C1331"/>
    <w:rsid w:val="009C3E31"/>
    <w:rsid w:val="009C4AF3"/>
    <w:rsid w:val="009C54AE"/>
    <w:rsid w:val="009C788E"/>
    <w:rsid w:val="009E3B41"/>
    <w:rsid w:val="009E76CC"/>
    <w:rsid w:val="009E7F74"/>
    <w:rsid w:val="009F3C5C"/>
    <w:rsid w:val="009F4610"/>
    <w:rsid w:val="00A00ECC"/>
    <w:rsid w:val="00A155EE"/>
    <w:rsid w:val="00A2245B"/>
    <w:rsid w:val="00A22638"/>
    <w:rsid w:val="00A30110"/>
    <w:rsid w:val="00A30D38"/>
    <w:rsid w:val="00A36899"/>
    <w:rsid w:val="00A371F6"/>
    <w:rsid w:val="00A43BF6"/>
    <w:rsid w:val="00A53FA5"/>
    <w:rsid w:val="00A54817"/>
    <w:rsid w:val="00A601C8"/>
    <w:rsid w:val="00A60799"/>
    <w:rsid w:val="00A61A68"/>
    <w:rsid w:val="00A84025"/>
    <w:rsid w:val="00A84C85"/>
    <w:rsid w:val="00A97DE1"/>
    <w:rsid w:val="00AB053C"/>
    <w:rsid w:val="00AB5B20"/>
    <w:rsid w:val="00AC497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DDA"/>
    <w:rsid w:val="00B3130B"/>
    <w:rsid w:val="00B32F6E"/>
    <w:rsid w:val="00B40ADB"/>
    <w:rsid w:val="00B43B77"/>
    <w:rsid w:val="00B43E80"/>
    <w:rsid w:val="00B46C68"/>
    <w:rsid w:val="00B501F8"/>
    <w:rsid w:val="00B607DB"/>
    <w:rsid w:val="00B66529"/>
    <w:rsid w:val="00B75946"/>
    <w:rsid w:val="00B8056E"/>
    <w:rsid w:val="00B819C8"/>
    <w:rsid w:val="00B82308"/>
    <w:rsid w:val="00B90885"/>
    <w:rsid w:val="00BB036E"/>
    <w:rsid w:val="00BB520A"/>
    <w:rsid w:val="00BB7671"/>
    <w:rsid w:val="00BD3869"/>
    <w:rsid w:val="00BD66E9"/>
    <w:rsid w:val="00BD6852"/>
    <w:rsid w:val="00BD6FF4"/>
    <w:rsid w:val="00BF2C41"/>
    <w:rsid w:val="00C058B4"/>
    <w:rsid w:val="00C05F44"/>
    <w:rsid w:val="00C131B5"/>
    <w:rsid w:val="00C16ABF"/>
    <w:rsid w:val="00C170AE"/>
    <w:rsid w:val="00C26460"/>
    <w:rsid w:val="00C26CB7"/>
    <w:rsid w:val="00C27A5C"/>
    <w:rsid w:val="00C324C1"/>
    <w:rsid w:val="00C32F23"/>
    <w:rsid w:val="00C36992"/>
    <w:rsid w:val="00C56036"/>
    <w:rsid w:val="00C56420"/>
    <w:rsid w:val="00C61DC5"/>
    <w:rsid w:val="00C645FC"/>
    <w:rsid w:val="00C67E92"/>
    <w:rsid w:val="00C70A26"/>
    <w:rsid w:val="00C766DF"/>
    <w:rsid w:val="00C85DDE"/>
    <w:rsid w:val="00C94B98"/>
    <w:rsid w:val="00C95F8C"/>
    <w:rsid w:val="00CA2B96"/>
    <w:rsid w:val="00CA5089"/>
    <w:rsid w:val="00CC5E12"/>
    <w:rsid w:val="00CD6897"/>
    <w:rsid w:val="00CE5BAC"/>
    <w:rsid w:val="00CF25BE"/>
    <w:rsid w:val="00CF78ED"/>
    <w:rsid w:val="00D02B25"/>
    <w:rsid w:val="00D02EBA"/>
    <w:rsid w:val="00D03D57"/>
    <w:rsid w:val="00D153F3"/>
    <w:rsid w:val="00D17C3C"/>
    <w:rsid w:val="00D26B2C"/>
    <w:rsid w:val="00D33C2B"/>
    <w:rsid w:val="00D352C9"/>
    <w:rsid w:val="00D4065E"/>
    <w:rsid w:val="00D425B2"/>
    <w:rsid w:val="00D428D6"/>
    <w:rsid w:val="00D552B2"/>
    <w:rsid w:val="00D608D1"/>
    <w:rsid w:val="00D72285"/>
    <w:rsid w:val="00D74119"/>
    <w:rsid w:val="00D74605"/>
    <w:rsid w:val="00D8075B"/>
    <w:rsid w:val="00D8678B"/>
    <w:rsid w:val="00DA2114"/>
    <w:rsid w:val="00DA31E3"/>
    <w:rsid w:val="00DA385A"/>
    <w:rsid w:val="00DC41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A84"/>
    <w:rsid w:val="00E63348"/>
    <w:rsid w:val="00E63745"/>
    <w:rsid w:val="00E73F1A"/>
    <w:rsid w:val="00E77E88"/>
    <w:rsid w:val="00E8107D"/>
    <w:rsid w:val="00E91F22"/>
    <w:rsid w:val="00E960BB"/>
    <w:rsid w:val="00EA2074"/>
    <w:rsid w:val="00EA4832"/>
    <w:rsid w:val="00EA4E9D"/>
    <w:rsid w:val="00EC0E75"/>
    <w:rsid w:val="00EC4899"/>
    <w:rsid w:val="00ED03AB"/>
    <w:rsid w:val="00ED32D2"/>
    <w:rsid w:val="00ED4899"/>
    <w:rsid w:val="00EE32DE"/>
    <w:rsid w:val="00EE5457"/>
    <w:rsid w:val="00F070AB"/>
    <w:rsid w:val="00F124E6"/>
    <w:rsid w:val="00F17567"/>
    <w:rsid w:val="00F27A7B"/>
    <w:rsid w:val="00F43F34"/>
    <w:rsid w:val="00F526AF"/>
    <w:rsid w:val="00F54FDA"/>
    <w:rsid w:val="00F57C42"/>
    <w:rsid w:val="00F617C3"/>
    <w:rsid w:val="00F7066B"/>
    <w:rsid w:val="00F83B28"/>
    <w:rsid w:val="00FA23DE"/>
    <w:rsid w:val="00FA46E5"/>
    <w:rsid w:val="00FB1260"/>
    <w:rsid w:val="00FB7DBA"/>
    <w:rsid w:val="00FC1C25"/>
    <w:rsid w:val="00FC3F45"/>
    <w:rsid w:val="00FD306D"/>
    <w:rsid w:val="00FD503F"/>
    <w:rsid w:val="00FD7589"/>
    <w:rsid w:val="00FE029B"/>
    <w:rsid w:val="00FE7C61"/>
    <w:rsid w:val="00FF016A"/>
    <w:rsid w:val="00FF1401"/>
    <w:rsid w:val="00FF5E7D"/>
    <w:rsid w:val="00FF73A3"/>
    <w:rsid w:val="021EC80A"/>
    <w:rsid w:val="030C4A7D"/>
    <w:rsid w:val="07E04173"/>
    <w:rsid w:val="083572ED"/>
    <w:rsid w:val="0A58C0B2"/>
    <w:rsid w:val="0B65D121"/>
    <w:rsid w:val="0D2A2706"/>
    <w:rsid w:val="0E22930B"/>
    <w:rsid w:val="0E2A7B4C"/>
    <w:rsid w:val="0E4B6E04"/>
    <w:rsid w:val="0E8DBFFC"/>
    <w:rsid w:val="0E9D3270"/>
    <w:rsid w:val="0ED21AC3"/>
    <w:rsid w:val="0F2565A3"/>
    <w:rsid w:val="10DD4B58"/>
    <w:rsid w:val="112DA046"/>
    <w:rsid w:val="117651BE"/>
    <w:rsid w:val="135FF393"/>
    <w:rsid w:val="17D440CF"/>
    <w:rsid w:val="18C4F065"/>
    <w:rsid w:val="18EF8403"/>
    <w:rsid w:val="1958CD81"/>
    <w:rsid w:val="19CB5FDC"/>
    <w:rsid w:val="1CED053F"/>
    <w:rsid w:val="1DC311EC"/>
    <w:rsid w:val="1E7883FC"/>
    <w:rsid w:val="1E961EC1"/>
    <w:rsid w:val="22F9F7E7"/>
    <w:rsid w:val="23684BC5"/>
    <w:rsid w:val="252B8696"/>
    <w:rsid w:val="25485C45"/>
    <w:rsid w:val="264AA446"/>
    <w:rsid w:val="2DD44D29"/>
    <w:rsid w:val="2E3FCD66"/>
    <w:rsid w:val="2F7AE1CD"/>
    <w:rsid w:val="306C0CD7"/>
    <w:rsid w:val="328BDF32"/>
    <w:rsid w:val="32E8730C"/>
    <w:rsid w:val="35107B26"/>
    <w:rsid w:val="35428D91"/>
    <w:rsid w:val="356B8823"/>
    <w:rsid w:val="38F761F2"/>
    <w:rsid w:val="39B84404"/>
    <w:rsid w:val="39F83D5B"/>
    <w:rsid w:val="3A831423"/>
    <w:rsid w:val="3AD666EC"/>
    <w:rsid w:val="3DAF42C8"/>
    <w:rsid w:val="3DF94696"/>
    <w:rsid w:val="40E9AA87"/>
    <w:rsid w:val="45211A40"/>
    <w:rsid w:val="492E35F2"/>
    <w:rsid w:val="4A9A1B1E"/>
    <w:rsid w:val="4C797F67"/>
    <w:rsid w:val="50A0A252"/>
    <w:rsid w:val="51201F7A"/>
    <w:rsid w:val="52BBEFDB"/>
    <w:rsid w:val="536BEACF"/>
    <w:rsid w:val="53CB4FA9"/>
    <w:rsid w:val="55F3909D"/>
    <w:rsid w:val="564BD710"/>
    <w:rsid w:val="56F10209"/>
    <w:rsid w:val="58F81885"/>
    <w:rsid w:val="5AE6D4B3"/>
    <w:rsid w:val="5EE10251"/>
    <w:rsid w:val="60C6EDB5"/>
    <w:rsid w:val="60EDED2E"/>
    <w:rsid w:val="62FFAFC5"/>
    <w:rsid w:val="63BE50BC"/>
    <w:rsid w:val="66E44EFD"/>
    <w:rsid w:val="693A7AE7"/>
    <w:rsid w:val="6EA2F32D"/>
    <w:rsid w:val="6EFD0B5C"/>
    <w:rsid w:val="6F8F5075"/>
    <w:rsid w:val="71C4431B"/>
    <w:rsid w:val="73BE204B"/>
    <w:rsid w:val="762A56CA"/>
    <w:rsid w:val="7650CB36"/>
    <w:rsid w:val="7991EB4A"/>
    <w:rsid w:val="79CDA061"/>
    <w:rsid w:val="7C7745DD"/>
    <w:rsid w:val="7D71A1D1"/>
    <w:rsid w:val="7FE08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634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E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E1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D8285-4EAE-45FD-BA87-1BEC120F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981</Words>
  <Characters>5891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9</cp:revision>
  <cp:lastPrinted>2019-02-06T12:12:00Z</cp:lastPrinted>
  <dcterms:created xsi:type="dcterms:W3CDTF">2021-12-08T14:43:00Z</dcterms:created>
  <dcterms:modified xsi:type="dcterms:W3CDTF">2025-11-15T00:34:00Z</dcterms:modified>
</cp:coreProperties>
</file>